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C01" w:rsidRPr="00E4778F" w:rsidRDefault="004B2C01" w:rsidP="004B2C01">
      <w:pPr>
        <w:pStyle w:val="a6"/>
      </w:pPr>
      <w:r w:rsidRPr="00E4778F">
        <w:t xml:space="preserve">Правила использования API </w:t>
      </w:r>
      <w:r w:rsidR="00AA364C" w:rsidRPr="00E4778F">
        <w:rPr>
          <w:lang w:val="en-US"/>
        </w:rPr>
        <w:t>KBKCCSS</w:t>
      </w:r>
    </w:p>
    <w:p w:rsidR="009C19F6" w:rsidRPr="00E4778F" w:rsidRDefault="009C19F6" w:rsidP="004B2C01">
      <w:pPr>
        <w:pStyle w:val="a6"/>
      </w:pPr>
      <w:r w:rsidRPr="00E4778F">
        <w:t>(</w:t>
      </w:r>
      <w:r w:rsidR="009B38A7" w:rsidRPr="00E4778F">
        <w:t>Справочник кодов целей субсидий и субвенций</w:t>
      </w:r>
      <w:r w:rsidRPr="00E4778F">
        <w:t>)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371678922"/>
        <w:docPartObj>
          <w:docPartGallery w:val="Table of Contents"/>
          <w:docPartUnique/>
        </w:docPartObj>
      </w:sdtPr>
      <w:sdtContent>
        <w:p w:rsidR="003112E2" w:rsidRPr="00E4778F" w:rsidRDefault="003112E2" w:rsidP="00561B5E">
          <w:pPr>
            <w:pStyle w:val="af0"/>
            <w:tabs>
              <w:tab w:val="left" w:pos="6363"/>
            </w:tabs>
          </w:pPr>
          <w:r w:rsidRPr="00E4778F">
            <w:t>Оглавление</w:t>
          </w:r>
          <w:r w:rsidR="00561B5E" w:rsidRPr="00E4778F">
            <w:tab/>
          </w:r>
        </w:p>
        <w:p w:rsidR="00E4778F" w:rsidRDefault="006D0B71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4778F">
            <w:fldChar w:fldCharType="begin"/>
          </w:r>
          <w:r w:rsidR="003112E2" w:rsidRPr="00E4778F">
            <w:instrText xml:space="preserve"> TOC \o "1-3" \h \z \u </w:instrText>
          </w:r>
          <w:r w:rsidRPr="00E4778F">
            <w:fldChar w:fldCharType="separate"/>
          </w:r>
          <w:hyperlink w:anchor="_Toc459154169" w:history="1">
            <w:r w:rsidR="00E4778F" w:rsidRPr="006F2B46">
              <w:rPr>
                <w:rStyle w:val="a5"/>
                <w:noProof/>
                <w:lang w:val="en-US"/>
              </w:rPr>
              <w:t>1.</w:t>
            </w:r>
            <w:r w:rsidR="00E4778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4778F" w:rsidRPr="006F2B46">
              <w:rPr>
                <w:rStyle w:val="a5"/>
                <w:noProof/>
              </w:rPr>
              <w:t>Параметры API</w:t>
            </w:r>
            <w:r w:rsidR="00E4778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4778F">
              <w:rPr>
                <w:noProof/>
                <w:webHidden/>
              </w:rPr>
              <w:instrText xml:space="preserve"> PAGEREF _Toc459154169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778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4778F" w:rsidRDefault="006D0B71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54170" w:history="1">
            <w:r w:rsidR="00E4778F" w:rsidRPr="006F2B46">
              <w:rPr>
                <w:rStyle w:val="a5"/>
                <w:noProof/>
                <w:spacing w:val="-2"/>
              </w:rPr>
              <w:t>2.</w:t>
            </w:r>
            <w:r w:rsidR="00E4778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4778F" w:rsidRPr="006F2B46">
              <w:rPr>
                <w:rStyle w:val="a5"/>
                <w:noProof/>
                <w:spacing w:val="-2"/>
              </w:rPr>
              <w:t>Описание атрибутов</w:t>
            </w:r>
            <w:r w:rsidR="00E4778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4778F">
              <w:rPr>
                <w:noProof/>
                <w:webHidden/>
              </w:rPr>
              <w:instrText xml:space="preserve"> PAGEREF _Toc459154170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778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4778F" w:rsidRDefault="006D0B71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54171" w:history="1">
            <w:r w:rsidR="00E4778F" w:rsidRPr="006F2B46">
              <w:rPr>
                <w:rStyle w:val="a5"/>
                <w:noProof/>
              </w:rPr>
              <w:t>3.</w:t>
            </w:r>
            <w:r w:rsidR="00E4778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4778F" w:rsidRPr="006F2B46">
              <w:rPr>
                <w:rStyle w:val="a5"/>
                <w:noProof/>
              </w:rPr>
              <w:t>Описание фильтров</w:t>
            </w:r>
            <w:r w:rsidR="00E4778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4778F">
              <w:rPr>
                <w:noProof/>
                <w:webHidden/>
              </w:rPr>
              <w:instrText xml:space="preserve"> PAGEREF _Toc459154171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778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4778F" w:rsidRDefault="006D0B71">
          <w:pPr>
            <w:pStyle w:val="12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9154172" w:history="1">
            <w:r w:rsidR="00E4778F" w:rsidRPr="006F2B46">
              <w:rPr>
                <w:rStyle w:val="a5"/>
                <w:noProof/>
              </w:rPr>
              <w:t>4.</w:t>
            </w:r>
            <w:r w:rsidR="00E4778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4778F" w:rsidRPr="006F2B46">
              <w:rPr>
                <w:rStyle w:val="a5"/>
                <w:noProof/>
              </w:rPr>
              <w:t>Лист регистрации изменений</w:t>
            </w:r>
            <w:r w:rsidR="00E4778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4778F">
              <w:rPr>
                <w:noProof/>
                <w:webHidden/>
              </w:rPr>
              <w:instrText xml:space="preserve"> PAGEREF _Toc459154172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778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12E2" w:rsidRPr="00E4778F" w:rsidRDefault="006D0B71">
          <w:r w:rsidRPr="00E4778F">
            <w:fldChar w:fldCharType="end"/>
          </w:r>
        </w:p>
      </w:sdtContent>
    </w:sdt>
    <w:p w:rsidR="00BA0188" w:rsidRPr="00E4778F" w:rsidRDefault="00BA0188" w:rsidP="008D4FCF">
      <w:pPr>
        <w:rPr>
          <w:lang w:val="en-US"/>
        </w:rPr>
      </w:pPr>
      <w:bookmarkStart w:id="0" w:name="_Toc445725779"/>
    </w:p>
    <w:p w:rsidR="008D4FCF" w:rsidRPr="00E4778F" w:rsidRDefault="008D4FCF" w:rsidP="008D4FCF">
      <w:r w:rsidRPr="00E4778F">
        <w:t>Интерфейс прикладного программирования (API) - набор готовых классов, функций, структур и констант, предоставляемых приложением (библиотекой, сервисом) для использования во внешних программных продуктах.</w:t>
      </w:r>
    </w:p>
    <w:p w:rsidR="008D4FCF" w:rsidRPr="00E4778F" w:rsidRDefault="008D4FCF" w:rsidP="008D4FCF">
      <w:r w:rsidRPr="00E4778F">
        <w:t>JSON - (</w:t>
      </w:r>
      <w:proofErr w:type="spellStart"/>
      <w:r w:rsidRPr="00E4778F">
        <w:t>JavaScript</w:t>
      </w:r>
      <w:proofErr w:type="spellEnd"/>
      <w:r w:rsidRPr="00E4778F">
        <w:t xml:space="preserve"> </w:t>
      </w:r>
      <w:proofErr w:type="spellStart"/>
      <w:r w:rsidRPr="00E4778F">
        <w:t>Object</w:t>
      </w:r>
      <w:proofErr w:type="spellEnd"/>
      <w:r w:rsidRPr="00E4778F">
        <w:t xml:space="preserve"> </w:t>
      </w:r>
      <w:proofErr w:type="spellStart"/>
      <w:r w:rsidRPr="00E4778F">
        <w:t>Notation</w:t>
      </w:r>
      <w:proofErr w:type="spellEnd"/>
      <w:r w:rsidRPr="00E4778F">
        <w:t xml:space="preserve">) - </w:t>
      </w:r>
      <w:hyperlink r:id="rId6">
        <w:r w:rsidRPr="00E4778F">
          <w:t xml:space="preserve">текстовый формат </w:t>
        </w:r>
      </w:hyperlink>
      <w:r w:rsidRPr="00E4778F">
        <w:t xml:space="preserve">обмена данными, основанный на </w:t>
      </w:r>
      <w:hyperlink r:id="rId7">
        <w:proofErr w:type="spellStart"/>
        <w:r w:rsidRPr="00E4778F">
          <w:t>JavaScript</w:t>
        </w:r>
        <w:proofErr w:type="spellEnd"/>
        <w:r w:rsidRPr="00E4778F">
          <w:t xml:space="preserve"> </w:t>
        </w:r>
      </w:hyperlink>
      <w:r w:rsidRPr="00E4778F">
        <w:t xml:space="preserve">и обычно используемый именно с этим языком. </w:t>
      </w:r>
    </w:p>
    <w:p w:rsidR="008D4FCF" w:rsidRPr="00E4778F" w:rsidRDefault="008D4FCF" w:rsidP="008D4FCF">
      <w:r w:rsidRPr="00E4778F">
        <w:t xml:space="preserve">Для формирования запроса необходимо в адресной строке после адреса страницы ввести </w:t>
      </w:r>
      <w:r w:rsidR="00C402BC" w:rsidRPr="00E4778F">
        <w:t>«</w:t>
      </w:r>
      <w:r w:rsidRPr="00E4778F">
        <w:t>?</w:t>
      </w:r>
      <w:r w:rsidR="00C402BC" w:rsidRPr="00E4778F">
        <w:t>»</w:t>
      </w:r>
      <w:r w:rsidRPr="00E4778F">
        <w:t xml:space="preserve">, а затем один или несколько параметров запроса. Например: </w:t>
      </w:r>
      <w:hyperlink r:id="rId8" w:history="1">
        <w:r w:rsidR="009B38A7" w:rsidRPr="00E4778F">
          <w:rPr>
            <w:rStyle w:val="a5"/>
            <w:lang w:val="en-US"/>
          </w:rPr>
          <w:t>http</w:t>
        </w:r>
        <w:r w:rsidR="009B38A7" w:rsidRPr="00E4778F">
          <w:rPr>
            <w:rStyle w:val="a5"/>
          </w:rPr>
          <w:t>://</w:t>
        </w:r>
        <w:r w:rsidR="009B38A7" w:rsidRPr="00E4778F">
          <w:rPr>
            <w:rStyle w:val="a5"/>
            <w:lang w:val="en-US"/>
          </w:rPr>
          <w:t>budget</w:t>
        </w:r>
        <w:r w:rsidR="009B38A7" w:rsidRPr="00E4778F">
          <w:rPr>
            <w:rStyle w:val="a5"/>
          </w:rPr>
          <w:t>.</w:t>
        </w:r>
        <w:proofErr w:type="spellStart"/>
        <w:r w:rsidR="009B38A7" w:rsidRPr="00E4778F">
          <w:rPr>
            <w:rStyle w:val="a5"/>
            <w:lang w:val="en-US"/>
          </w:rPr>
          <w:t>gov</w:t>
        </w:r>
        <w:proofErr w:type="spellEnd"/>
        <w:r w:rsidR="009B38A7" w:rsidRPr="00E4778F">
          <w:rPr>
            <w:rStyle w:val="a5"/>
          </w:rPr>
          <w:t>.</w:t>
        </w:r>
        <w:proofErr w:type="spellStart"/>
        <w:r w:rsidR="009B38A7" w:rsidRPr="00E4778F">
          <w:rPr>
            <w:rStyle w:val="a5"/>
            <w:lang w:val="en-US"/>
          </w:rPr>
          <w:t>ru</w:t>
        </w:r>
        <w:proofErr w:type="spellEnd"/>
        <w:r w:rsidR="009B38A7" w:rsidRPr="00E4778F">
          <w:rPr>
            <w:rStyle w:val="a5"/>
          </w:rPr>
          <w:t>/</w:t>
        </w:r>
        <w:r w:rsidR="009B38A7" w:rsidRPr="00E4778F">
          <w:rPr>
            <w:rStyle w:val="a5"/>
            <w:lang w:val="en-US"/>
          </w:rPr>
          <w:t>epbs</w:t>
        </w:r>
        <w:r w:rsidR="009B38A7" w:rsidRPr="00E4778F">
          <w:rPr>
            <w:rStyle w:val="a5"/>
          </w:rPr>
          <w:t>/</w:t>
        </w:r>
        <w:r w:rsidR="009B38A7" w:rsidRPr="00E4778F">
          <w:rPr>
            <w:rStyle w:val="a5"/>
            <w:lang w:val="en-US"/>
          </w:rPr>
          <w:t>registry</w:t>
        </w:r>
        <w:r w:rsidR="009B38A7" w:rsidRPr="00E4778F">
          <w:rPr>
            <w:rStyle w:val="a5"/>
          </w:rPr>
          <w:t>/7710568760-</w:t>
        </w:r>
        <w:r w:rsidR="009B38A7" w:rsidRPr="00E4778F">
          <w:rPr>
            <w:rStyle w:val="a5"/>
            <w:lang w:val="en-US"/>
          </w:rPr>
          <w:t>KBKCCSS</w:t>
        </w:r>
        <w:r w:rsidR="009B38A7" w:rsidRPr="00E4778F">
          <w:rPr>
            <w:rStyle w:val="a5"/>
          </w:rPr>
          <w:t>/</w:t>
        </w:r>
        <w:r w:rsidR="009B38A7" w:rsidRPr="00E4778F">
          <w:rPr>
            <w:rStyle w:val="a5"/>
            <w:lang w:val="en-US"/>
          </w:rPr>
          <w:t>data</w:t>
        </w:r>
        <w:r w:rsidR="009B38A7" w:rsidRPr="00E4778F">
          <w:rPr>
            <w:rStyle w:val="a5"/>
          </w:rPr>
          <w:t>?</w:t>
        </w:r>
        <w:proofErr w:type="spellStart"/>
        <w:r w:rsidR="009B38A7" w:rsidRPr="00E4778F">
          <w:rPr>
            <w:rStyle w:val="a5"/>
            <w:lang w:val="en-US"/>
          </w:rPr>
          <w:t>pageSize</w:t>
        </w:r>
        <w:proofErr w:type="spellEnd"/>
        <w:r w:rsidR="009B38A7" w:rsidRPr="00E4778F">
          <w:rPr>
            <w:rStyle w:val="a5"/>
          </w:rPr>
          <w:t>=10</w:t>
        </w:r>
      </w:hyperlink>
      <w:r w:rsidRPr="00E4778F">
        <w:t>.</w:t>
      </w:r>
    </w:p>
    <w:p w:rsidR="00AA364C" w:rsidRPr="00E4778F" w:rsidRDefault="00AA364C">
      <w:pPr>
        <w:spacing w:after="200" w:line="276" w:lineRule="auto"/>
        <w:ind w:firstLine="0"/>
        <w:jc w:val="left"/>
        <w:rPr>
          <w:rFonts w:ascii="Arial" w:hAnsi="Arial" w:cs="Arial"/>
          <w:b/>
          <w:bCs/>
          <w:kern w:val="32"/>
          <w:sz w:val="32"/>
          <w:szCs w:val="32"/>
        </w:rPr>
      </w:pPr>
      <w:r w:rsidRPr="00E4778F">
        <w:br w:type="page"/>
      </w:r>
    </w:p>
    <w:p w:rsidR="008D4FCF" w:rsidRPr="00E4778F" w:rsidRDefault="008D4FCF" w:rsidP="008D4FCF">
      <w:pPr>
        <w:pStyle w:val="10"/>
        <w:rPr>
          <w:lang w:val="en-US"/>
        </w:rPr>
      </w:pPr>
      <w:bookmarkStart w:id="1" w:name="_Toc459154169"/>
      <w:r w:rsidRPr="00E4778F">
        <w:lastRenderedPageBreak/>
        <w:t>Параметры API</w:t>
      </w:r>
      <w:bookmarkEnd w:id="0"/>
      <w:bookmarkEnd w:id="1"/>
    </w:p>
    <w:p w:rsidR="008D4FCF" w:rsidRPr="00E4778F" w:rsidRDefault="008D4FCF" w:rsidP="008D4FCF">
      <w:pPr>
        <w:rPr>
          <w:b/>
        </w:rPr>
      </w:pPr>
      <w:r w:rsidRPr="00E4778F">
        <w:rPr>
          <w:b/>
        </w:rPr>
        <w:t>Для API предусмотрены следующие параметры запросов:</w:t>
      </w:r>
    </w:p>
    <w:p w:rsidR="002865EF" w:rsidRPr="00E4778F" w:rsidRDefault="002865EF" w:rsidP="002865EF">
      <w:pPr>
        <w:pStyle w:val="ae"/>
        <w:numPr>
          <w:ilvl w:val="0"/>
          <w:numId w:val="16"/>
        </w:numPr>
        <w:ind w:left="0" w:firstLine="357"/>
      </w:pPr>
      <w:r w:rsidRPr="00E4778F">
        <w:t xml:space="preserve">Параметр </w:t>
      </w:r>
      <w:proofErr w:type="spellStart"/>
      <w:r w:rsidRPr="00E4778F">
        <w:rPr>
          <w:b/>
        </w:rPr>
        <w:t>pageSize</w:t>
      </w:r>
      <w:proofErr w:type="spellEnd"/>
      <w:r w:rsidRPr="00E4778F"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 w:rsidRPr="00E4778F">
        <w:rPr>
          <w:spacing w:val="-4"/>
        </w:rPr>
        <w:t>П</w:t>
      </w:r>
      <w:r w:rsidRPr="00E4778F">
        <w:t xml:space="preserve">о </w:t>
      </w:r>
      <w:r w:rsidRPr="00E4778F">
        <w:rPr>
          <w:spacing w:val="-4"/>
        </w:rPr>
        <w:t>у</w:t>
      </w:r>
      <w:r w:rsidRPr="00E4778F">
        <w:t>мо</w:t>
      </w:r>
      <w:r w:rsidRPr="00E4778F">
        <w:rPr>
          <w:spacing w:val="-1"/>
        </w:rPr>
        <w:t>л</w:t>
      </w:r>
      <w:r w:rsidRPr="00E4778F">
        <w:t>ча</w:t>
      </w:r>
      <w:r w:rsidRPr="00E4778F">
        <w:rPr>
          <w:spacing w:val="-1"/>
        </w:rPr>
        <w:t>н</w:t>
      </w:r>
      <w:r w:rsidRPr="00E4778F">
        <w:t>ию выводится</w:t>
      </w:r>
      <w:r w:rsidRPr="00E4778F">
        <w:rPr>
          <w:spacing w:val="-4"/>
        </w:rPr>
        <w:t xml:space="preserve"> </w:t>
      </w:r>
      <w:r w:rsidRPr="00E4778F">
        <w:t>10</w:t>
      </w:r>
      <w:r w:rsidRPr="00E4778F">
        <w:rPr>
          <w:spacing w:val="1"/>
        </w:rPr>
        <w:t xml:space="preserve"> </w:t>
      </w:r>
      <w:r w:rsidRPr="00E4778F">
        <w:rPr>
          <w:spacing w:val="-2"/>
        </w:rPr>
        <w:t>э</w:t>
      </w:r>
      <w:r w:rsidRPr="00E4778F">
        <w:rPr>
          <w:spacing w:val="-1"/>
        </w:rPr>
        <w:t>л</w:t>
      </w:r>
      <w:r w:rsidRPr="00E4778F">
        <w:t>ем</w:t>
      </w:r>
      <w:r w:rsidRPr="00E4778F">
        <w:rPr>
          <w:spacing w:val="-3"/>
        </w:rPr>
        <w:t>е</w:t>
      </w:r>
      <w:r w:rsidRPr="00E4778F">
        <w:t>н</w:t>
      </w:r>
      <w:r w:rsidRPr="00E4778F">
        <w:rPr>
          <w:spacing w:val="-3"/>
        </w:rPr>
        <w:t>т</w:t>
      </w:r>
      <w:r w:rsidRPr="00E4778F">
        <w:t xml:space="preserve">ов. Чтобы изменить количество элементов на одной странице нужно ввести, например: </w:t>
      </w:r>
    </w:p>
    <w:p w:rsidR="002865EF" w:rsidRPr="00E4778F" w:rsidRDefault="006D0B71" w:rsidP="002865EF">
      <w:pPr>
        <w:pStyle w:val="ae"/>
        <w:ind w:left="0" w:firstLine="0"/>
      </w:pPr>
      <w:hyperlink r:id="rId9" w:history="1">
        <w:r w:rsidR="009B38A7" w:rsidRPr="00E4778F">
          <w:rPr>
            <w:rStyle w:val="a5"/>
          </w:rPr>
          <w:t>http://budget.gov.ru/epbs/registry/7710568760-KBKCCSS/data?pageSize=100</w:t>
        </w:r>
      </w:hyperlink>
      <w:r w:rsidR="00AA364C" w:rsidRPr="00E4778F">
        <w:t>,</w:t>
      </w:r>
      <w:r w:rsidR="002865EF" w:rsidRPr="00E4778F">
        <w:t xml:space="preserve"> количество отображаемых элемент</w:t>
      </w:r>
      <w:r w:rsidR="00C402BC" w:rsidRPr="00E4778F">
        <w:t>ов на одной странице станет 100</w:t>
      </w:r>
      <w:r w:rsidR="002865EF" w:rsidRPr="00E4778F">
        <w:t>.</w:t>
      </w:r>
    </w:p>
    <w:p w:rsidR="00F95178" w:rsidRPr="00E4778F" w:rsidRDefault="002865EF" w:rsidP="002865EF">
      <w:pPr>
        <w:pStyle w:val="ae"/>
        <w:numPr>
          <w:ilvl w:val="0"/>
          <w:numId w:val="16"/>
        </w:numPr>
        <w:ind w:left="0" w:firstLine="357"/>
      </w:pPr>
      <w:r w:rsidRPr="00E4778F">
        <w:t xml:space="preserve">Параметр </w:t>
      </w:r>
      <w:proofErr w:type="spellStart"/>
      <w:r w:rsidRPr="00E4778F">
        <w:rPr>
          <w:b/>
        </w:rPr>
        <w:t>pageNum</w:t>
      </w:r>
      <w:proofErr w:type="spellEnd"/>
      <w:r w:rsidRPr="00E4778F">
        <w:t xml:space="preserve"> - задает номер отображаемой страницы. Если в запросе указать </w:t>
      </w:r>
      <w:hyperlink r:id="rId10" w:history="1">
        <w:r w:rsidR="009B38A7" w:rsidRPr="00E4778F">
          <w:rPr>
            <w:rStyle w:val="a5"/>
          </w:rPr>
          <w:t>http://budget.gov.ru/epbs/registry/7710568760-KBKCCSS/data?pageNum=2</w:t>
        </w:r>
      </w:hyperlink>
      <w:r w:rsidRPr="00E4778F">
        <w:t xml:space="preserve">,  в ответе отобразится 2 страница. </w:t>
      </w:r>
    </w:p>
    <w:p w:rsidR="002865EF" w:rsidRPr="00E4778F" w:rsidRDefault="002865EF" w:rsidP="00F95178">
      <w:pPr>
        <w:pStyle w:val="ae"/>
        <w:ind w:left="357" w:firstLine="0"/>
      </w:pPr>
      <w:r w:rsidRPr="00E4778F">
        <w:t xml:space="preserve">При совместном использовании параметров </w:t>
      </w:r>
      <w:proofErr w:type="spellStart"/>
      <w:r w:rsidRPr="00E4778F">
        <w:t>pageNum</w:t>
      </w:r>
      <w:proofErr w:type="spellEnd"/>
      <w:r w:rsidRPr="00E4778F">
        <w:t xml:space="preserve"> и </w:t>
      </w:r>
      <w:proofErr w:type="spellStart"/>
      <w:r w:rsidRPr="00E4778F">
        <w:t>offset</w:t>
      </w:r>
      <w:proofErr w:type="spellEnd"/>
      <w:r w:rsidRPr="00E4778F">
        <w:t xml:space="preserve"> приоритетным будет параметр </w:t>
      </w:r>
      <w:proofErr w:type="spellStart"/>
      <w:r w:rsidRPr="00E4778F">
        <w:t>offset</w:t>
      </w:r>
      <w:proofErr w:type="spellEnd"/>
      <w:r w:rsidRPr="00E4778F">
        <w:t>, так как позволяет более точно задать позицию.</w:t>
      </w:r>
    </w:p>
    <w:p w:rsidR="00F95178" w:rsidRPr="00E4778F" w:rsidRDefault="002865EF" w:rsidP="002865EF">
      <w:pPr>
        <w:pStyle w:val="ae"/>
        <w:numPr>
          <w:ilvl w:val="0"/>
          <w:numId w:val="16"/>
        </w:numPr>
        <w:ind w:left="0" w:firstLine="357"/>
      </w:pPr>
      <w:r w:rsidRPr="00E4778F">
        <w:t xml:space="preserve">Параметр </w:t>
      </w:r>
      <w:proofErr w:type="spellStart"/>
      <w:r w:rsidRPr="00E4778F">
        <w:rPr>
          <w:b/>
        </w:rPr>
        <w:t>offset</w:t>
      </w:r>
      <w:proofErr w:type="spellEnd"/>
      <w:r w:rsidRPr="00E4778F">
        <w:t xml:space="preserve"> - задает номер элемента, с которого нужно начать вывод данных. Если в запросе указать </w:t>
      </w:r>
      <w:hyperlink r:id="rId11" w:history="1">
        <w:r w:rsidR="009B38A7" w:rsidRPr="00E4778F">
          <w:rPr>
            <w:rStyle w:val="a5"/>
          </w:rPr>
          <w:t>http://budget.gov.ru/epbs/registry/7710568760-KBKCCSS/data?offset=100</w:t>
        </w:r>
      </w:hyperlink>
      <w:r w:rsidRPr="00E4778F">
        <w:t xml:space="preserve">, вывод данных начнется со 101го элемента. </w:t>
      </w:r>
    </w:p>
    <w:p w:rsidR="002865EF" w:rsidRPr="00E4778F" w:rsidRDefault="002865EF" w:rsidP="00F95178">
      <w:pPr>
        <w:pStyle w:val="ae"/>
        <w:ind w:left="357" w:firstLine="0"/>
      </w:pPr>
      <w:r w:rsidRPr="00E4778F">
        <w:t xml:space="preserve">При совместном использовании параметров </w:t>
      </w:r>
      <w:proofErr w:type="spellStart"/>
      <w:r w:rsidRPr="00E4778F">
        <w:t>pageNum</w:t>
      </w:r>
      <w:proofErr w:type="spellEnd"/>
      <w:r w:rsidRPr="00E4778F">
        <w:t xml:space="preserve"> и </w:t>
      </w:r>
      <w:proofErr w:type="spellStart"/>
      <w:r w:rsidRPr="00E4778F">
        <w:t>offset</w:t>
      </w:r>
      <w:proofErr w:type="spellEnd"/>
      <w:r w:rsidRPr="00E4778F">
        <w:t xml:space="preserve"> приоритетным будет параметр </w:t>
      </w:r>
      <w:proofErr w:type="spellStart"/>
      <w:r w:rsidRPr="00E4778F">
        <w:t>offset</w:t>
      </w:r>
      <w:proofErr w:type="spellEnd"/>
      <w:r w:rsidRPr="00E4778F">
        <w:t>, так как позволяет более точно задать позицию.</w:t>
      </w:r>
    </w:p>
    <w:p w:rsidR="00AF60CE" w:rsidRPr="00E4778F" w:rsidRDefault="00AF60CE" w:rsidP="00AF60CE">
      <w:pPr>
        <w:pStyle w:val="ae"/>
        <w:numPr>
          <w:ilvl w:val="0"/>
          <w:numId w:val="16"/>
        </w:numPr>
        <w:ind w:left="0" w:firstLine="357"/>
      </w:pPr>
      <w:r w:rsidRPr="00E4778F">
        <w:t>Если в одном запросе требуется объединить несколько параметров, то используется символ</w:t>
      </w:r>
      <w:proofErr w:type="gramStart"/>
      <w:r w:rsidRPr="00E4778F">
        <w:t>:</w:t>
      </w:r>
      <w:r w:rsidR="00721547" w:rsidRPr="00E4778F">
        <w:t xml:space="preserve"> </w:t>
      </w:r>
      <w:r w:rsidR="00F95178" w:rsidRPr="00E4778F">
        <w:t>«</w:t>
      </w:r>
      <w:r w:rsidRPr="00E4778F">
        <w:rPr>
          <w:b/>
        </w:rPr>
        <w:t>&amp;</w:t>
      </w:r>
      <w:r w:rsidR="00F95178" w:rsidRPr="00E4778F">
        <w:t>»</w:t>
      </w:r>
      <w:r w:rsidRPr="00E4778F">
        <w:t>.</w:t>
      </w:r>
      <w:r w:rsidR="00721547" w:rsidRPr="00E4778F">
        <w:t xml:space="preserve"> </w:t>
      </w:r>
      <w:proofErr w:type="gramEnd"/>
      <w:r w:rsidRPr="00E4778F">
        <w:t xml:space="preserve">Пример: </w:t>
      </w:r>
      <w:hyperlink r:id="rId12" w:history="1">
        <w:r w:rsidR="009B38A7" w:rsidRPr="00E4778F">
          <w:rPr>
            <w:rStyle w:val="a5"/>
            <w:lang w:val="en-US"/>
          </w:rPr>
          <w:t>http</w:t>
        </w:r>
        <w:r w:rsidR="009B38A7" w:rsidRPr="00E4778F">
          <w:rPr>
            <w:rStyle w:val="a5"/>
          </w:rPr>
          <w:t>://</w:t>
        </w:r>
        <w:r w:rsidR="009B38A7" w:rsidRPr="00E4778F">
          <w:rPr>
            <w:rStyle w:val="a5"/>
            <w:lang w:val="en-US"/>
          </w:rPr>
          <w:t>budget</w:t>
        </w:r>
        <w:r w:rsidR="009B38A7" w:rsidRPr="00E4778F">
          <w:rPr>
            <w:rStyle w:val="a5"/>
          </w:rPr>
          <w:t>.</w:t>
        </w:r>
        <w:proofErr w:type="spellStart"/>
        <w:r w:rsidR="009B38A7" w:rsidRPr="00E4778F">
          <w:rPr>
            <w:rStyle w:val="a5"/>
            <w:lang w:val="en-US"/>
          </w:rPr>
          <w:t>gov</w:t>
        </w:r>
        <w:proofErr w:type="spellEnd"/>
        <w:r w:rsidR="009B38A7" w:rsidRPr="00E4778F">
          <w:rPr>
            <w:rStyle w:val="a5"/>
          </w:rPr>
          <w:t>.</w:t>
        </w:r>
        <w:proofErr w:type="spellStart"/>
        <w:r w:rsidR="009B38A7" w:rsidRPr="00E4778F">
          <w:rPr>
            <w:rStyle w:val="a5"/>
            <w:lang w:val="en-US"/>
          </w:rPr>
          <w:t>ru</w:t>
        </w:r>
        <w:proofErr w:type="spellEnd"/>
        <w:r w:rsidR="009B38A7" w:rsidRPr="00E4778F">
          <w:rPr>
            <w:rStyle w:val="a5"/>
          </w:rPr>
          <w:t>/</w:t>
        </w:r>
        <w:r w:rsidR="009B38A7" w:rsidRPr="00E4778F">
          <w:rPr>
            <w:rStyle w:val="a5"/>
            <w:lang w:val="en-US"/>
          </w:rPr>
          <w:t>epbs</w:t>
        </w:r>
        <w:r w:rsidR="009B38A7" w:rsidRPr="00E4778F">
          <w:rPr>
            <w:rStyle w:val="a5"/>
          </w:rPr>
          <w:t>/</w:t>
        </w:r>
        <w:r w:rsidR="009B38A7" w:rsidRPr="00E4778F">
          <w:rPr>
            <w:rStyle w:val="a5"/>
            <w:lang w:val="en-US"/>
          </w:rPr>
          <w:t>registry</w:t>
        </w:r>
        <w:r w:rsidR="009B38A7" w:rsidRPr="00E4778F">
          <w:rPr>
            <w:rStyle w:val="a5"/>
          </w:rPr>
          <w:t>/7710568760-</w:t>
        </w:r>
        <w:r w:rsidR="009B38A7" w:rsidRPr="00E4778F">
          <w:rPr>
            <w:rStyle w:val="a5"/>
            <w:lang w:val="en-US"/>
          </w:rPr>
          <w:t>KBKCCSS</w:t>
        </w:r>
        <w:r w:rsidR="009B38A7" w:rsidRPr="00E4778F">
          <w:rPr>
            <w:rStyle w:val="a5"/>
          </w:rPr>
          <w:t>/</w:t>
        </w:r>
        <w:r w:rsidR="009B38A7" w:rsidRPr="00E4778F">
          <w:rPr>
            <w:rStyle w:val="a5"/>
            <w:lang w:val="en-US"/>
          </w:rPr>
          <w:t>data</w:t>
        </w:r>
        <w:r w:rsidR="009B38A7" w:rsidRPr="00E4778F">
          <w:rPr>
            <w:rStyle w:val="a5"/>
          </w:rPr>
          <w:t>?</w:t>
        </w:r>
        <w:proofErr w:type="spellStart"/>
        <w:r w:rsidR="009B38A7" w:rsidRPr="00E4778F">
          <w:rPr>
            <w:rStyle w:val="a5"/>
            <w:lang w:val="en-US"/>
          </w:rPr>
          <w:t>pageSize</w:t>
        </w:r>
        <w:proofErr w:type="spellEnd"/>
        <w:r w:rsidR="009B38A7" w:rsidRPr="00E4778F">
          <w:rPr>
            <w:rStyle w:val="a5"/>
          </w:rPr>
          <w:t>=1000&amp;</w:t>
        </w:r>
        <w:r w:rsidR="009B38A7" w:rsidRPr="00E4778F">
          <w:rPr>
            <w:rStyle w:val="a5"/>
            <w:lang w:val="en-US"/>
          </w:rPr>
          <w:t>offset</w:t>
        </w:r>
        <w:r w:rsidR="009B38A7" w:rsidRPr="00E4778F">
          <w:rPr>
            <w:rStyle w:val="a5"/>
          </w:rPr>
          <w:t>=100</w:t>
        </w:r>
      </w:hyperlink>
      <w:r w:rsidRPr="00E4778F">
        <w:t xml:space="preserve">.  Количество отображаемых элементов на одной странице будет 1000, вывод данных начнется с 101-го элемента. </w:t>
      </w:r>
    </w:p>
    <w:p w:rsidR="00AD58EB" w:rsidRPr="00E4778F" w:rsidRDefault="004D6654" w:rsidP="00210727">
      <w:pPr>
        <w:pStyle w:val="ae"/>
        <w:numPr>
          <w:ilvl w:val="0"/>
          <w:numId w:val="16"/>
        </w:numPr>
        <w:ind w:left="0" w:firstLine="357"/>
      </w:pPr>
      <w:r w:rsidRPr="00E4778F">
        <w:t xml:space="preserve">Параметр </w:t>
      </w:r>
      <w:proofErr w:type="spellStart"/>
      <w:r w:rsidRPr="00E4778F">
        <w:rPr>
          <w:b/>
        </w:rPr>
        <w:t>sortField</w:t>
      </w:r>
      <w:proofErr w:type="spellEnd"/>
      <w:r w:rsidRPr="00E4778F">
        <w:t xml:space="preserve"> отвечает за сортировку данных по определенному атрибуту. </w:t>
      </w:r>
      <w:r w:rsidR="00210727" w:rsidRPr="00E4778F">
        <w:t>По умолчанию сортировка осуществляется по атрибуту</w:t>
      </w:r>
      <w:r w:rsidR="00AF60CE" w:rsidRPr="00E4778F">
        <w:t xml:space="preserve"> </w:t>
      </w:r>
      <w:proofErr w:type="spellStart"/>
      <w:r w:rsidR="00210727" w:rsidRPr="00E4778F">
        <w:t>Code</w:t>
      </w:r>
      <w:proofErr w:type="spellEnd"/>
      <w:r w:rsidR="00210727" w:rsidRPr="00E4778F">
        <w:t xml:space="preserve">. </w:t>
      </w:r>
      <w:r w:rsidRPr="00E4778F">
        <w:t xml:space="preserve">Сортировка возможна по всем атрибутам. </w:t>
      </w:r>
    </w:p>
    <w:p w:rsidR="00210727" w:rsidRPr="00E4778F" w:rsidRDefault="004D6654" w:rsidP="00AD58EB">
      <w:pPr>
        <w:pStyle w:val="ae"/>
        <w:ind w:left="357" w:firstLine="0"/>
      </w:pPr>
      <w:r w:rsidRPr="00E4778F">
        <w:t xml:space="preserve">Например: </w:t>
      </w:r>
      <w:hyperlink r:id="rId13" w:history="1">
        <w:r w:rsidR="00AA364C" w:rsidRPr="00E4778F">
          <w:rPr>
            <w:rStyle w:val="a5"/>
          </w:rPr>
          <w:t>http://budget.gov.ru/epbs/registry/7710568760-KBKCCSS/data?sortField=code</w:t>
        </w:r>
      </w:hyperlink>
      <w:r w:rsidR="00AA364C" w:rsidRPr="00E4778F">
        <w:t xml:space="preserve"> </w:t>
      </w:r>
      <w:r w:rsidRPr="00E4778F">
        <w:t xml:space="preserve">- сортировка по атрибуту </w:t>
      </w:r>
      <w:r w:rsidR="00F95178" w:rsidRPr="00E4778F">
        <w:rPr>
          <w:lang w:val="en-US"/>
        </w:rPr>
        <w:t>C</w:t>
      </w:r>
      <w:proofErr w:type="spellStart"/>
      <w:r w:rsidRPr="00E4778F">
        <w:t>ode</w:t>
      </w:r>
      <w:proofErr w:type="spellEnd"/>
      <w:r w:rsidRPr="00E4778F">
        <w:t xml:space="preserve">. </w:t>
      </w:r>
    </w:p>
    <w:p w:rsidR="0068563C" w:rsidRPr="00E4778F" w:rsidRDefault="004D6654" w:rsidP="00F95178">
      <w:pPr>
        <w:pStyle w:val="ae"/>
        <w:keepNext/>
        <w:ind w:left="0"/>
      </w:pPr>
      <w:r w:rsidRPr="00E4778F">
        <w:t xml:space="preserve">Для изменения порядка сортировки используется параметр </w:t>
      </w:r>
      <w:proofErr w:type="spellStart"/>
      <w:r w:rsidRPr="00E4778F">
        <w:rPr>
          <w:b/>
        </w:rPr>
        <w:t>sortDir</w:t>
      </w:r>
      <w:proofErr w:type="spellEnd"/>
      <w:r w:rsidR="0068563C" w:rsidRPr="00E4778F">
        <w:t>:</w:t>
      </w:r>
    </w:p>
    <w:p w:rsidR="00AF60CE" w:rsidRPr="00E4778F" w:rsidRDefault="006D0B71" w:rsidP="0068563C">
      <w:pPr>
        <w:pStyle w:val="ae"/>
        <w:numPr>
          <w:ilvl w:val="0"/>
          <w:numId w:val="20"/>
        </w:numPr>
      </w:pPr>
      <w:hyperlink r:id="rId14" w:history="1">
        <w:r w:rsidR="009B38A7" w:rsidRPr="00E4778F">
          <w:rPr>
            <w:rStyle w:val="a5"/>
          </w:rPr>
          <w:t>http://budget.gov.ru/epbs/registry/7710568760-KBKCCSS/data?sortField=code&amp;sortDir=desc</w:t>
        </w:r>
      </w:hyperlink>
      <w:r w:rsidR="00AA364C" w:rsidRPr="00E4778F">
        <w:t xml:space="preserve"> </w:t>
      </w:r>
      <w:r w:rsidR="00AF60CE" w:rsidRPr="00E4778F">
        <w:t xml:space="preserve">- </w:t>
      </w:r>
      <w:r w:rsidR="004D6654" w:rsidRPr="00E4778F">
        <w:t xml:space="preserve">сортировка по убыванию по атрибуту </w:t>
      </w:r>
      <w:r w:rsidR="00F95178" w:rsidRPr="00E4778F">
        <w:rPr>
          <w:lang w:val="en-US"/>
        </w:rPr>
        <w:t>C</w:t>
      </w:r>
      <w:proofErr w:type="spellStart"/>
      <w:r w:rsidR="004D6654" w:rsidRPr="00E4778F">
        <w:t>ode</w:t>
      </w:r>
      <w:proofErr w:type="spellEnd"/>
      <w:r w:rsidR="004D6654" w:rsidRPr="00E4778F">
        <w:t xml:space="preserve">, </w:t>
      </w:r>
    </w:p>
    <w:p w:rsidR="00295623" w:rsidRPr="00E4778F" w:rsidRDefault="006D0B71" w:rsidP="003564BB">
      <w:pPr>
        <w:pStyle w:val="ae"/>
        <w:numPr>
          <w:ilvl w:val="0"/>
          <w:numId w:val="20"/>
        </w:numPr>
      </w:pPr>
      <w:hyperlink r:id="rId15" w:history="1">
        <w:r w:rsidR="009B38A7" w:rsidRPr="00E4778F">
          <w:rPr>
            <w:rStyle w:val="a5"/>
          </w:rPr>
          <w:t>http://budget.gov.ru/epbs/registry/7710568760-KBKCCSS/data?sortField=code&amp;sortDir=asc</w:t>
        </w:r>
      </w:hyperlink>
      <w:r w:rsidR="009B38A7" w:rsidRPr="00E4778F">
        <w:t xml:space="preserve"> </w:t>
      </w:r>
      <w:r w:rsidR="00AF60CE" w:rsidRPr="00E4778F">
        <w:t xml:space="preserve">- </w:t>
      </w:r>
      <w:r w:rsidR="004D6654" w:rsidRPr="00E4778F">
        <w:t xml:space="preserve"> сортировка по возрастанию по атрибуту </w:t>
      </w:r>
      <w:r w:rsidR="00F95178" w:rsidRPr="00E4778F">
        <w:rPr>
          <w:lang w:val="en-US"/>
        </w:rPr>
        <w:t>C</w:t>
      </w:r>
      <w:proofErr w:type="spellStart"/>
      <w:r w:rsidR="004D6654" w:rsidRPr="00E4778F">
        <w:t>ode</w:t>
      </w:r>
      <w:proofErr w:type="spellEnd"/>
      <w:r w:rsidR="004D6654" w:rsidRPr="00E4778F">
        <w:t>.</w:t>
      </w:r>
    </w:p>
    <w:p w:rsidR="00AA364C" w:rsidRPr="00E4778F" w:rsidRDefault="00AA364C">
      <w:pPr>
        <w:spacing w:after="200" w:line="276" w:lineRule="auto"/>
        <w:ind w:firstLine="0"/>
        <w:jc w:val="left"/>
        <w:rPr>
          <w:rFonts w:ascii="Arial" w:hAnsi="Arial" w:cs="Arial"/>
          <w:b/>
          <w:bCs/>
          <w:spacing w:val="-2"/>
          <w:kern w:val="32"/>
          <w:sz w:val="32"/>
          <w:szCs w:val="32"/>
        </w:rPr>
      </w:pPr>
      <w:r w:rsidRPr="00E4778F">
        <w:rPr>
          <w:spacing w:val="-2"/>
        </w:rPr>
        <w:br w:type="page"/>
      </w:r>
    </w:p>
    <w:p w:rsidR="00AD58EB" w:rsidRPr="00E4778F" w:rsidRDefault="00AD58EB" w:rsidP="00AD58EB">
      <w:pPr>
        <w:pStyle w:val="10"/>
        <w:rPr>
          <w:spacing w:val="-2"/>
        </w:rPr>
      </w:pPr>
      <w:bookmarkStart w:id="2" w:name="_Toc459154170"/>
      <w:r w:rsidRPr="00E4778F">
        <w:rPr>
          <w:spacing w:val="-2"/>
        </w:rPr>
        <w:lastRenderedPageBreak/>
        <w:t>Описание атрибутов</w:t>
      </w:r>
      <w:bookmarkEnd w:id="2"/>
    </w:p>
    <w:p w:rsidR="00AA364C" w:rsidRPr="00E4778F" w:rsidRDefault="00AA364C" w:rsidP="00AA364C">
      <w:pPr>
        <w:jc w:val="left"/>
      </w:pPr>
      <w:bookmarkStart w:id="3" w:name="_Toc430598245"/>
      <w:bookmarkStart w:id="4" w:name="_Toc445725794"/>
      <w:r w:rsidRPr="00E4778F">
        <w:t>В отчете используются следующие атрибуты: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6"/>
        <w:gridCol w:w="1005"/>
        <w:gridCol w:w="842"/>
        <w:gridCol w:w="1572"/>
        <w:gridCol w:w="3914"/>
      </w:tblGrid>
      <w:tr w:rsidR="009B38A7" w:rsidRPr="00E4778F" w:rsidTr="009B38A7">
        <w:trPr>
          <w:trHeight w:val="34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B38A7" w:rsidRPr="00E4778F" w:rsidRDefault="009B38A7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4778F">
              <w:rPr>
                <w:b/>
                <w:color w:val="000000"/>
                <w:sz w:val="20"/>
                <w:szCs w:val="20"/>
                <w:lang w:eastAsia="en-US"/>
              </w:rPr>
              <w:t>Наименование поля в API-интерфейсе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B38A7" w:rsidRPr="00E4778F" w:rsidRDefault="009B38A7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E4778F">
              <w:rPr>
                <w:b/>
                <w:color w:val="000000"/>
                <w:sz w:val="20"/>
                <w:szCs w:val="20"/>
                <w:lang w:val="en-US" w:eastAsia="en-US"/>
              </w:rPr>
              <w:t>Формат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B38A7" w:rsidRPr="00E4778F" w:rsidRDefault="009B38A7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E4778F">
              <w:rPr>
                <w:b/>
                <w:color w:val="000000"/>
                <w:sz w:val="20"/>
                <w:szCs w:val="20"/>
                <w:lang w:val="en-US" w:eastAsia="en-US"/>
              </w:rPr>
              <w:t>Длина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B38A7" w:rsidRPr="00E4778F" w:rsidRDefault="009B38A7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E4778F">
              <w:rPr>
                <w:b/>
                <w:color w:val="000000"/>
                <w:sz w:val="20"/>
                <w:szCs w:val="20"/>
                <w:lang w:val="en-US" w:eastAsia="en-US"/>
              </w:rPr>
              <w:t>Обязательность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B38A7" w:rsidRPr="00E4778F" w:rsidRDefault="009B38A7" w:rsidP="00D15EC2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4778F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  <w:proofErr w:type="spellStart"/>
            <w:r w:rsidRPr="00E4778F">
              <w:rPr>
                <w:color w:val="auto"/>
                <w:szCs w:val="20"/>
                <w:lang w:val="en-US" w:eastAsia="en-US"/>
              </w:rPr>
              <w:t>guid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E4778F">
              <w:rPr>
                <w:szCs w:val="20"/>
                <w:lang w:val="en-US" w:eastAsia="en-US"/>
              </w:rPr>
              <w:t>guid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ind w:firstLine="0"/>
              <w:jc w:val="center"/>
              <w:rPr>
                <w:sz w:val="20"/>
                <w:szCs w:val="20"/>
                <w:lang w:val="en-US" w:eastAsia="en-US"/>
              </w:rPr>
            </w:pPr>
            <w:r w:rsidRPr="00E4778F">
              <w:rPr>
                <w:sz w:val="20"/>
                <w:szCs w:val="20"/>
                <w:lang w:val="en-US" w:eastAsia="en-US"/>
              </w:rPr>
              <w:t>=36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E4778F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E4778F">
              <w:rPr>
                <w:szCs w:val="20"/>
                <w:lang w:val="en-US" w:eastAsia="en-US"/>
              </w:rPr>
              <w:t>Глобально-уникальный</w:t>
            </w:r>
            <w:proofErr w:type="spellEnd"/>
            <w:r w:rsidRPr="00E4778F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E4778F">
              <w:rPr>
                <w:szCs w:val="20"/>
                <w:lang w:val="en-US" w:eastAsia="en-US"/>
              </w:rPr>
              <w:t>идентификатор</w:t>
            </w:r>
            <w:proofErr w:type="spellEnd"/>
            <w:r w:rsidRPr="00E4778F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E4778F">
              <w:rPr>
                <w:szCs w:val="20"/>
                <w:lang w:val="en-US" w:eastAsia="en-US"/>
              </w:rPr>
              <w:t>записи</w:t>
            </w:r>
            <w:proofErr w:type="spellEnd"/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  <w:proofErr w:type="spellStart"/>
            <w:r w:rsidRPr="00E4778F">
              <w:rPr>
                <w:color w:val="auto"/>
                <w:szCs w:val="20"/>
                <w:lang w:val="en-US" w:eastAsia="en-US"/>
              </w:rPr>
              <w:t>startdate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E4778F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eastAsia="en-US"/>
              </w:rPr>
            </w:pPr>
            <w:proofErr w:type="spellStart"/>
            <w:r w:rsidRPr="00E4778F">
              <w:rPr>
                <w:szCs w:val="20"/>
                <w:lang w:val="en-US" w:eastAsia="en-US"/>
              </w:rPr>
              <w:t>Дата</w:t>
            </w:r>
            <w:proofErr w:type="spellEnd"/>
            <w:r w:rsidRPr="00E4778F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E4778F">
              <w:rPr>
                <w:szCs w:val="20"/>
                <w:lang w:val="en-US" w:eastAsia="en-US"/>
              </w:rPr>
              <w:t>начала</w:t>
            </w:r>
            <w:proofErr w:type="spellEnd"/>
            <w:r w:rsidRPr="00E4778F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E4778F">
              <w:rPr>
                <w:szCs w:val="20"/>
                <w:lang w:val="en-US" w:eastAsia="en-US"/>
              </w:rPr>
              <w:t>действия</w:t>
            </w:r>
            <w:proofErr w:type="spellEnd"/>
            <w:r w:rsidRPr="00E4778F">
              <w:rPr>
                <w:szCs w:val="20"/>
                <w:lang w:eastAsia="en-US"/>
              </w:rPr>
              <w:t xml:space="preserve"> записи</w:t>
            </w:r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color w:val="auto"/>
                <w:szCs w:val="20"/>
                <w:lang w:eastAsia="en-US"/>
              </w:rPr>
            </w:pPr>
            <w:proofErr w:type="spellStart"/>
            <w:r w:rsidRPr="00E4778F">
              <w:rPr>
                <w:color w:val="auto"/>
                <w:szCs w:val="20"/>
                <w:lang w:val="en-US" w:eastAsia="en-US"/>
              </w:rPr>
              <w:t>enddate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lang w:val="en-US" w:eastAsia="en-US"/>
              </w:rPr>
            </w:pPr>
            <w:r w:rsidRPr="00E4778F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eastAsia="en-US"/>
              </w:rPr>
            </w:pPr>
            <w:proofErr w:type="spellStart"/>
            <w:r w:rsidRPr="00E4778F">
              <w:rPr>
                <w:szCs w:val="20"/>
                <w:lang w:val="en-US" w:eastAsia="en-US"/>
              </w:rPr>
              <w:t>Дата</w:t>
            </w:r>
            <w:proofErr w:type="spellEnd"/>
            <w:r w:rsidRPr="00E4778F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E4778F">
              <w:rPr>
                <w:szCs w:val="20"/>
                <w:lang w:val="en-US" w:eastAsia="en-US"/>
              </w:rPr>
              <w:t>окончания</w:t>
            </w:r>
            <w:proofErr w:type="spellEnd"/>
            <w:r w:rsidRPr="00E4778F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E4778F">
              <w:rPr>
                <w:szCs w:val="20"/>
                <w:lang w:val="en-US" w:eastAsia="en-US"/>
              </w:rPr>
              <w:t>действия</w:t>
            </w:r>
            <w:proofErr w:type="spellEnd"/>
            <w:r w:rsidRPr="00E4778F">
              <w:rPr>
                <w:szCs w:val="20"/>
                <w:lang w:eastAsia="en-US"/>
              </w:rPr>
              <w:t xml:space="preserve"> записи</w:t>
            </w:r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Del="008A6C90" w:rsidRDefault="009B38A7" w:rsidP="00D15EC2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  <w:proofErr w:type="spellStart"/>
            <w:r w:rsidRPr="00E4778F">
              <w:rPr>
                <w:color w:val="auto"/>
                <w:szCs w:val="20"/>
              </w:rPr>
              <w:t>status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E4778F">
              <w:rPr>
                <w:lang w:val="en-US" w:eastAsia="en-US"/>
              </w:rPr>
              <w:t>&lt;=7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lang w:val="en-US" w:eastAsia="en-US"/>
              </w:rPr>
            </w:pPr>
            <w:r w:rsidRPr="00E4778F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</w:rPr>
            </w:pPr>
            <w:r w:rsidRPr="00E4778F">
              <w:rPr>
                <w:szCs w:val="20"/>
                <w:lang w:val="en-US" w:eastAsia="en-US"/>
              </w:rPr>
              <w:t>C</w:t>
            </w:r>
            <w:proofErr w:type="spellStart"/>
            <w:r w:rsidRPr="00E4778F">
              <w:rPr>
                <w:szCs w:val="20"/>
                <w:lang w:eastAsia="en-US"/>
              </w:rPr>
              <w:t>татус</w:t>
            </w:r>
            <w:proofErr w:type="spellEnd"/>
            <w:r w:rsidRPr="00E4778F">
              <w:rPr>
                <w:szCs w:val="20"/>
                <w:lang w:eastAsia="en-US"/>
              </w:rPr>
              <w:t xml:space="preserve"> записи.</w:t>
            </w:r>
            <w:r w:rsidRPr="00E4778F">
              <w:rPr>
                <w:szCs w:val="20"/>
              </w:rPr>
              <w:t xml:space="preserve"> Указывается код статуса записи. Допустимые значения:</w:t>
            </w:r>
          </w:p>
          <w:p w:rsidR="009B38A7" w:rsidRPr="00E4778F" w:rsidRDefault="009B38A7" w:rsidP="00D15EC2">
            <w:pPr>
              <w:pStyle w:val="01"/>
              <w:rPr>
                <w:lang w:eastAsia="en-US"/>
              </w:rPr>
            </w:pPr>
            <w:r w:rsidRPr="00E4778F">
              <w:rPr>
                <w:lang w:val="en-US" w:eastAsia="en-US"/>
              </w:rPr>
              <w:t>ACTIVE</w:t>
            </w:r>
            <w:r w:rsidRPr="00E4778F">
              <w:rPr>
                <w:lang w:eastAsia="en-US"/>
              </w:rPr>
              <w:t xml:space="preserve"> – актуальная;</w:t>
            </w:r>
          </w:p>
          <w:p w:rsidR="009B38A7" w:rsidRPr="00E4778F" w:rsidRDefault="009B38A7" w:rsidP="00D15EC2">
            <w:pPr>
              <w:pStyle w:val="01"/>
              <w:rPr>
                <w:szCs w:val="20"/>
                <w:lang w:eastAsia="en-US"/>
              </w:rPr>
            </w:pPr>
            <w:r w:rsidRPr="00E4778F">
              <w:rPr>
                <w:lang w:val="en-US" w:eastAsia="en-US"/>
              </w:rPr>
              <w:t>ARCHIVE</w:t>
            </w:r>
            <w:r w:rsidRPr="00E4778F">
              <w:rPr>
                <w:lang w:eastAsia="en-US"/>
              </w:rPr>
              <w:t xml:space="preserve"> – архивная.</w:t>
            </w:r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color w:val="auto"/>
                <w:szCs w:val="20"/>
                <w:lang w:val="en-US" w:eastAsia="en-US"/>
              </w:rPr>
            </w:pPr>
            <w:r w:rsidRPr="00E4778F">
              <w:rPr>
                <w:color w:val="auto"/>
                <w:szCs w:val="20"/>
                <w:lang w:val="en-US" w:eastAsia="en-US"/>
              </w:rPr>
              <w:t>code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  <w:lang w:eastAsia="en-US"/>
              </w:rPr>
            </w:pPr>
            <w:r w:rsidRPr="00E4778F">
              <w:rPr>
                <w:szCs w:val="20"/>
                <w:lang w:eastAsia="en-US"/>
              </w:rPr>
              <w:t>=3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lang w:val="en-US" w:eastAsia="en-US"/>
              </w:rPr>
            </w:pPr>
            <w:proofErr w:type="spellStart"/>
            <w:r w:rsidRPr="00E4778F">
              <w:rPr>
                <w:lang w:val="en-US" w:eastAsia="en-US"/>
              </w:rPr>
              <w:t>да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eastAsia="en-US"/>
              </w:rPr>
            </w:pPr>
            <w:r w:rsidRPr="00E4778F">
              <w:rPr>
                <w:szCs w:val="20"/>
                <w:lang w:eastAsia="en-US"/>
              </w:rPr>
              <w:t>Код цели</w:t>
            </w:r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E4778F">
              <w:rPr>
                <w:szCs w:val="20"/>
              </w:rPr>
              <w:t>shortname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&lt;=254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</w:pPr>
            <w:r w:rsidRPr="00E4778F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eastAsia="en-US"/>
              </w:rPr>
            </w:pPr>
            <w:r w:rsidRPr="00E4778F">
              <w:rPr>
                <w:szCs w:val="20"/>
                <w:lang w:eastAsia="en-US"/>
              </w:rPr>
              <w:t>Сокращенное наименование</w:t>
            </w:r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E4778F">
              <w:rPr>
                <w:szCs w:val="20"/>
              </w:rPr>
              <w:t>fullname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&lt;=</w:t>
            </w:r>
            <w:r w:rsidRPr="00E4778F">
              <w:rPr>
                <w:szCs w:val="20"/>
                <w:lang w:eastAsia="en-US"/>
              </w:rPr>
              <w:t>2</w:t>
            </w:r>
            <w:r w:rsidRPr="00E4778F">
              <w:rPr>
                <w:szCs w:val="20"/>
                <w:lang w:val="en-US" w:eastAsia="en-US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</w:pPr>
            <w:r w:rsidRPr="00E4778F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eastAsia="en-US"/>
              </w:rPr>
            </w:pPr>
            <w:r w:rsidRPr="00E4778F">
              <w:rPr>
                <w:szCs w:val="20"/>
                <w:lang w:eastAsia="en-US"/>
              </w:rPr>
              <w:t>Полное наименование</w:t>
            </w:r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E4778F">
              <w:rPr>
                <w:szCs w:val="20"/>
              </w:rPr>
              <w:t>parentcode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&lt;=20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</w:pPr>
            <w:r w:rsidRPr="00E4778F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eastAsia="en-US"/>
              </w:rPr>
              <w:t>Код вышестоящего ведомства</w:t>
            </w:r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strike/>
                <w:szCs w:val="20"/>
                <w:lang w:val="en-US" w:eastAsia="en-US"/>
              </w:rPr>
            </w:pPr>
            <w:proofErr w:type="spellStart"/>
            <w:r w:rsidRPr="00E4778F">
              <w:rPr>
                <w:szCs w:val="20"/>
              </w:rPr>
              <w:t>budgetcode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=8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</w:pPr>
            <w:r w:rsidRPr="00E4778F">
              <w:rPr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E4778F">
              <w:rPr>
                <w:szCs w:val="20"/>
                <w:lang w:val="en-US" w:eastAsia="en-US"/>
              </w:rPr>
              <w:t>Код</w:t>
            </w:r>
            <w:proofErr w:type="spellEnd"/>
            <w:r w:rsidRPr="00E4778F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E4778F">
              <w:rPr>
                <w:szCs w:val="20"/>
                <w:lang w:val="en-US" w:eastAsia="en-US"/>
              </w:rPr>
              <w:t>бюджета</w:t>
            </w:r>
            <w:proofErr w:type="spellEnd"/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E4778F">
              <w:rPr>
                <w:szCs w:val="20"/>
                <w:lang w:val="en-US" w:eastAsia="en-US"/>
              </w:rPr>
              <w:t>budgetlevelcode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=1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</w:pPr>
            <w:r w:rsidRPr="00E4778F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E4778F">
              <w:rPr>
                <w:szCs w:val="20"/>
                <w:lang w:val="en-US" w:eastAsia="en-US"/>
              </w:rPr>
              <w:t>Код</w:t>
            </w:r>
            <w:proofErr w:type="spellEnd"/>
            <w:r w:rsidRPr="00E4778F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E4778F">
              <w:rPr>
                <w:szCs w:val="20"/>
                <w:lang w:val="en-US" w:eastAsia="en-US"/>
              </w:rPr>
              <w:t>уровня</w:t>
            </w:r>
            <w:proofErr w:type="spellEnd"/>
            <w:r w:rsidRPr="00E4778F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E4778F">
              <w:rPr>
                <w:szCs w:val="20"/>
                <w:lang w:val="en-US" w:eastAsia="en-US"/>
              </w:rPr>
              <w:t>бюджета</w:t>
            </w:r>
            <w:proofErr w:type="spellEnd"/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E4778F">
              <w:rPr>
                <w:szCs w:val="20"/>
              </w:rPr>
              <w:t>rashodshablon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=20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</w:pPr>
            <w:r w:rsidRPr="00E4778F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E4778F">
              <w:rPr>
                <w:szCs w:val="20"/>
                <w:lang w:val="en-US" w:eastAsia="en-US"/>
              </w:rPr>
              <w:t>Шаблон</w:t>
            </w:r>
            <w:proofErr w:type="spellEnd"/>
            <w:r w:rsidRPr="00E4778F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E4778F">
              <w:rPr>
                <w:szCs w:val="20"/>
                <w:lang w:val="en-US" w:eastAsia="en-US"/>
              </w:rPr>
              <w:t>расходов</w:t>
            </w:r>
            <w:proofErr w:type="spellEnd"/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szCs w:val="20"/>
                <w:lang w:val="en-US" w:eastAsia="en-US"/>
              </w:rPr>
            </w:pPr>
            <w:proofErr w:type="spellStart"/>
            <w:r w:rsidRPr="00E4778F">
              <w:rPr>
                <w:szCs w:val="20"/>
              </w:rPr>
              <w:t>dohodshablon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=20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</w:pPr>
            <w:r w:rsidRPr="00E4778F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E4778F">
              <w:rPr>
                <w:szCs w:val="20"/>
                <w:lang w:val="en-US" w:eastAsia="en-US"/>
              </w:rPr>
              <w:t>Шаблон</w:t>
            </w:r>
            <w:proofErr w:type="spellEnd"/>
            <w:r w:rsidRPr="00E4778F">
              <w:rPr>
                <w:szCs w:val="20"/>
                <w:lang w:val="en-US" w:eastAsia="en-US"/>
              </w:rPr>
              <w:t xml:space="preserve"> </w:t>
            </w:r>
            <w:proofErr w:type="spellStart"/>
            <w:r w:rsidRPr="00E4778F">
              <w:rPr>
                <w:szCs w:val="20"/>
                <w:lang w:val="en-US" w:eastAsia="en-US"/>
              </w:rPr>
              <w:t>доходов</w:t>
            </w:r>
            <w:proofErr w:type="spellEnd"/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szCs w:val="20"/>
              </w:rPr>
            </w:pPr>
            <w:proofErr w:type="spellStart"/>
            <w:r w:rsidRPr="00E4778F">
              <w:rPr>
                <w:szCs w:val="20"/>
              </w:rPr>
              <w:t>istofkcontrol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szCs w:val="20"/>
              </w:rPr>
            </w:pPr>
            <w:proofErr w:type="spellStart"/>
            <w:r w:rsidRPr="00E4778F">
              <w:rPr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</w:rPr>
            </w:pPr>
            <w:r w:rsidRPr="00E4778F">
              <w:rPr>
                <w:szCs w:val="20"/>
              </w:rPr>
              <w:t>=1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</w:pPr>
            <w:r w:rsidRPr="00E4778F"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szCs w:val="20"/>
              </w:rPr>
            </w:pPr>
            <w:r w:rsidRPr="00E4778F">
              <w:rPr>
                <w:szCs w:val="20"/>
              </w:rPr>
              <w:t xml:space="preserve">Признак отсутствия контроля со стороны </w:t>
            </w:r>
            <w:proofErr w:type="spellStart"/>
            <w:r w:rsidRPr="00E4778F">
              <w:rPr>
                <w:szCs w:val="20"/>
              </w:rPr>
              <w:t>ОрФК</w:t>
            </w:r>
            <w:proofErr w:type="spellEnd"/>
            <w:r w:rsidRPr="00E4778F">
              <w:rPr>
                <w:szCs w:val="20"/>
              </w:rPr>
              <w:t>, возможное значение:</w:t>
            </w:r>
          </w:p>
          <w:p w:rsidR="009B38A7" w:rsidRPr="00E4778F" w:rsidRDefault="009B38A7" w:rsidP="00D15EC2">
            <w:pPr>
              <w:pStyle w:val="01"/>
              <w:jc w:val="left"/>
              <w:rPr>
                <w:szCs w:val="20"/>
              </w:rPr>
            </w:pPr>
            <w:r w:rsidRPr="00E4778F">
              <w:rPr>
                <w:szCs w:val="20"/>
              </w:rPr>
              <w:t xml:space="preserve">1 - «контроль не возложен на </w:t>
            </w:r>
            <w:proofErr w:type="spellStart"/>
            <w:r w:rsidRPr="00E4778F">
              <w:rPr>
                <w:szCs w:val="20"/>
              </w:rPr>
              <w:t>ОрФК</w:t>
            </w:r>
            <w:proofErr w:type="spellEnd"/>
            <w:r w:rsidRPr="00E4778F">
              <w:rPr>
                <w:szCs w:val="20"/>
              </w:rPr>
              <w:t>».</w:t>
            </w:r>
          </w:p>
          <w:p w:rsidR="009B38A7" w:rsidRPr="00E4778F" w:rsidRDefault="009B38A7" w:rsidP="00D15EC2">
            <w:pPr>
              <w:pStyle w:val="01"/>
              <w:jc w:val="left"/>
              <w:rPr>
                <w:szCs w:val="20"/>
              </w:rPr>
            </w:pPr>
            <w:r w:rsidRPr="00E4778F">
              <w:rPr>
                <w:szCs w:val="20"/>
              </w:rPr>
              <w:t xml:space="preserve">Поле не заполняется при отнесении кода к </w:t>
            </w:r>
            <w:proofErr w:type="gramStart"/>
            <w:r w:rsidRPr="00E4778F">
              <w:rPr>
                <w:szCs w:val="20"/>
              </w:rPr>
              <w:t>контролируемым</w:t>
            </w:r>
            <w:proofErr w:type="gramEnd"/>
            <w:r w:rsidRPr="00E4778F">
              <w:rPr>
                <w:szCs w:val="20"/>
              </w:rPr>
              <w:t xml:space="preserve"> в </w:t>
            </w:r>
            <w:proofErr w:type="spellStart"/>
            <w:r w:rsidRPr="00E4778F">
              <w:rPr>
                <w:szCs w:val="20"/>
              </w:rPr>
              <w:t>ОрФК</w:t>
            </w:r>
            <w:proofErr w:type="spellEnd"/>
            <w:r w:rsidRPr="00E4778F">
              <w:rPr>
                <w:szCs w:val="20"/>
              </w:rPr>
              <w:t>.</w:t>
            </w:r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szCs w:val="20"/>
              </w:rPr>
            </w:pPr>
            <w:proofErr w:type="spellStart"/>
            <w:r w:rsidRPr="00E4778F">
              <w:rPr>
                <w:szCs w:val="20"/>
              </w:rPr>
              <w:t>isdopclassif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szCs w:val="20"/>
              </w:rPr>
            </w:pPr>
            <w:proofErr w:type="spellStart"/>
            <w:r w:rsidRPr="00E4778F">
              <w:rPr>
                <w:szCs w:val="20"/>
              </w:rPr>
              <w:t>string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</w:rPr>
            </w:pPr>
            <w:r w:rsidRPr="00E4778F">
              <w:rPr>
                <w:szCs w:val="20"/>
              </w:rPr>
              <w:t>=1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</w:pPr>
            <w:r w:rsidRPr="00E4778F"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szCs w:val="20"/>
              </w:rPr>
            </w:pPr>
            <w:r w:rsidRPr="00E4778F">
              <w:rPr>
                <w:szCs w:val="20"/>
              </w:rPr>
              <w:t>Признак отнесения к дополнительной классификации, возможные значения:</w:t>
            </w:r>
          </w:p>
          <w:p w:rsidR="009B38A7" w:rsidRPr="00E4778F" w:rsidRDefault="009B38A7" w:rsidP="00D15EC2">
            <w:pPr>
              <w:pStyle w:val="01"/>
              <w:jc w:val="left"/>
              <w:rPr>
                <w:szCs w:val="20"/>
              </w:rPr>
            </w:pPr>
            <w:r w:rsidRPr="00E4778F">
              <w:rPr>
                <w:szCs w:val="20"/>
              </w:rPr>
              <w:t>1 - «дополнительная классификация», детализирующая КБК БС/МБ.</w:t>
            </w:r>
          </w:p>
          <w:p w:rsidR="009B38A7" w:rsidRPr="00E4778F" w:rsidRDefault="009B38A7" w:rsidP="00D15EC2">
            <w:pPr>
              <w:pStyle w:val="01"/>
              <w:jc w:val="left"/>
              <w:rPr>
                <w:szCs w:val="20"/>
              </w:rPr>
            </w:pPr>
            <w:r w:rsidRPr="00E4778F">
              <w:rPr>
                <w:szCs w:val="20"/>
              </w:rPr>
              <w:t>При отнесении кода к субсидии/субвенции (федеральной или региональной) поле не заполняется.</w:t>
            </w:r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eastAsia="en-US"/>
              </w:rPr>
            </w:pPr>
            <w:proofErr w:type="spellStart"/>
            <w:r w:rsidRPr="00E4778F">
              <w:rPr>
                <w:szCs w:val="20"/>
                <w:lang w:eastAsia="en-US"/>
              </w:rPr>
              <w:t>tofkcode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string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  <w:lang w:val="en-US" w:eastAsia="en-US"/>
              </w:rPr>
            </w:pPr>
            <w:r w:rsidRPr="00E4778F">
              <w:rPr>
                <w:szCs w:val="20"/>
                <w:lang w:val="en-US" w:eastAsia="en-US"/>
              </w:rPr>
              <w:t>=4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lang w:val="en-US" w:eastAsia="en-US"/>
              </w:rPr>
            </w:pPr>
            <w:r w:rsidRPr="00E4778F">
              <w:rPr>
                <w:lang w:eastAsia="en-US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eastAsia="en-US"/>
              </w:rPr>
            </w:pPr>
            <w:r w:rsidRPr="00E4778F">
              <w:rPr>
                <w:szCs w:val="20"/>
                <w:lang w:eastAsia="en-US"/>
              </w:rPr>
              <w:t>ТОФК - территориальный орган федерального казначейства</w:t>
            </w:r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szCs w:val="20"/>
                <w:lang w:eastAsia="en-US"/>
              </w:rPr>
            </w:pPr>
            <w:proofErr w:type="spellStart"/>
            <w:r w:rsidRPr="00E4778F">
              <w:rPr>
                <w:szCs w:val="20"/>
              </w:rPr>
              <w:t>dateinclusion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E4778F">
              <w:rPr>
                <w:szCs w:val="20"/>
                <w:lang w:eastAsia="en-US"/>
              </w:rPr>
              <w:t>date</w:t>
            </w:r>
            <w:proofErr w:type="spellEnd"/>
            <w:r w:rsidRPr="00E4778F">
              <w:rPr>
                <w:szCs w:val="20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  <w:lang w:eastAsia="en-US"/>
              </w:rPr>
            </w:pPr>
            <w:r w:rsidRPr="00E4778F">
              <w:rPr>
                <w:szCs w:val="20"/>
                <w:lang w:eastAsia="en-US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eastAsia="en-US"/>
              </w:rPr>
            </w:pPr>
            <w:r w:rsidRPr="00E4778F">
              <w:rPr>
                <w:szCs w:val="20"/>
                <w:lang w:eastAsia="en-US"/>
              </w:rPr>
              <w:t>Дата включения кода в справочник</w:t>
            </w:r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left"/>
              <w:rPr>
                <w:szCs w:val="20"/>
                <w:lang w:eastAsia="en-US"/>
              </w:rPr>
            </w:pPr>
            <w:proofErr w:type="spellStart"/>
            <w:r w:rsidRPr="00E4778F">
              <w:rPr>
                <w:szCs w:val="20"/>
              </w:rPr>
              <w:t>dateexclusion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val="en-US" w:eastAsia="en-US"/>
              </w:rPr>
            </w:pPr>
            <w:proofErr w:type="spellStart"/>
            <w:r w:rsidRPr="00E4778F">
              <w:rPr>
                <w:szCs w:val="20"/>
                <w:lang w:eastAsia="en-US"/>
              </w:rPr>
              <w:t>date</w:t>
            </w:r>
            <w:proofErr w:type="spellEnd"/>
            <w:r w:rsidRPr="00E4778F">
              <w:rPr>
                <w:szCs w:val="20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jc w:val="center"/>
              <w:rPr>
                <w:szCs w:val="20"/>
              </w:rPr>
            </w:pPr>
            <w:r w:rsidRPr="00E4778F">
              <w:rPr>
                <w:szCs w:val="20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01"/>
              <w:rPr>
                <w:szCs w:val="20"/>
                <w:lang w:eastAsia="en-US"/>
              </w:rPr>
            </w:pPr>
            <w:r w:rsidRPr="00E4778F">
              <w:rPr>
                <w:szCs w:val="20"/>
                <w:lang w:eastAsia="en-US"/>
              </w:rPr>
              <w:t>Дата исключения кода из справочника</w:t>
            </w:r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a8"/>
              <w:rPr>
                <w:sz w:val="20"/>
                <w:szCs w:val="20"/>
              </w:rPr>
            </w:pPr>
            <w:proofErr w:type="spellStart"/>
            <w:r w:rsidRPr="00E4778F">
              <w:rPr>
                <w:sz w:val="20"/>
                <w:szCs w:val="20"/>
              </w:rPr>
              <w:t>loaddate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ind w:firstLine="0"/>
              <w:rPr>
                <w:sz w:val="20"/>
                <w:szCs w:val="20"/>
              </w:rPr>
            </w:pPr>
            <w:r w:rsidRPr="00E4778F">
              <w:rPr>
                <w:sz w:val="20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ind w:firstLine="0"/>
              <w:jc w:val="center"/>
              <w:rPr>
                <w:sz w:val="20"/>
                <w:szCs w:val="20"/>
              </w:rPr>
            </w:pPr>
            <w:r w:rsidRPr="00E4778F">
              <w:rPr>
                <w:sz w:val="20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a8"/>
              <w:rPr>
                <w:sz w:val="20"/>
                <w:szCs w:val="20"/>
              </w:rPr>
            </w:pPr>
            <w:r w:rsidRPr="00E4778F">
              <w:rPr>
                <w:sz w:val="20"/>
                <w:szCs w:val="20"/>
              </w:rPr>
              <w:t xml:space="preserve">Дата загрузки на </w:t>
            </w:r>
            <w:proofErr w:type="spellStart"/>
            <w:r w:rsidRPr="00E4778F">
              <w:rPr>
                <w:sz w:val="20"/>
                <w:szCs w:val="20"/>
              </w:rPr>
              <w:t>епбс</w:t>
            </w:r>
            <w:proofErr w:type="spellEnd"/>
          </w:p>
        </w:tc>
      </w:tr>
      <w:tr w:rsidR="009B38A7" w:rsidRPr="00E4778F" w:rsidTr="009B38A7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a8"/>
              <w:rPr>
                <w:sz w:val="20"/>
                <w:szCs w:val="20"/>
              </w:rPr>
            </w:pPr>
            <w:proofErr w:type="spellStart"/>
            <w:r w:rsidRPr="00E4778F">
              <w:rPr>
                <w:sz w:val="20"/>
                <w:szCs w:val="20"/>
              </w:rPr>
              <w:t>filedate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ind w:firstLine="0"/>
              <w:rPr>
                <w:sz w:val="20"/>
                <w:szCs w:val="20"/>
              </w:rPr>
            </w:pPr>
            <w:r w:rsidRPr="00E4778F">
              <w:rPr>
                <w:sz w:val="20"/>
                <w:szCs w:val="20"/>
              </w:rPr>
              <w:t>datetime2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ind w:firstLine="0"/>
              <w:jc w:val="center"/>
              <w:rPr>
                <w:sz w:val="20"/>
                <w:szCs w:val="20"/>
              </w:rPr>
            </w:pPr>
            <w:r w:rsidRPr="00E4778F">
              <w:rPr>
                <w:sz w:val="20"/>
                <w:szCs w:val="20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A7" w:rsidRPr="00E4778F" w:rsidRDefault="009B38A7" w:rsidP="00D15EC2">
            <w:pPr>
              <w:pStyle w:val="a8"/>
              <w:rPr>
                <w:sz w:val="20"/>
                <w:szCs w:val="20"/>
              </w:rPr>
            </w:pPr>
            <w:r w:rsidRPr="00E4778F">
              <w:rPr>
                <w:sz w:val="20"/>
                <w:szCs w:val="20"/>
              </w:rPr>
              <w:t>Дата файла, дата выгрузки из сводного реестра</w:t>
            </w:r>
          </w:p>
        </w:tc>
      </w:tr>
    </w:tbl>
    <w:p w:rsidR="009B38A7" w:rsidRPr="00E4778F" w:rsidRDefault="009B38A7" w:rsidP="009B38A7">
      <w:pPr>
        <w:pStyle w:val="af3"/>
        <w:keepNext/>
        <w:jc w:val="left"/>
        <w:rPr>
          <w:sz w:val="24"/>
          <w:szCs w:val="24"/>
        </w:rPr>
      </w:pPr>
    </w:p>
    <w:p w:rsidR="009B38A7" w:rsidRPr="00E4778F" w:rsidRDefault="009B38A7">
      <w:pPr>
        <w:spacing w:after="200" w:line="276" w:lineRule="auto"/>
        <w:ind w:firstLine="0"/>
        <w:jc w:val="left"/>
        <w:rPr>
          <w:rFonts w:ascii="Arial" w:hAnsi="Arial" w:cs="Arial"/>
          <w:b/>
          <w:bCs/>
          <w:kern w:val="32"/>
          <w:sz w:val="32"/>
          <w:szCs w:val="32"/>
        </w:rPr>
      </w:pPr>
      <w:r w:rsidRPr="00E4778F">
        <w:br w:type="page"/>
      </w:r>
    </w:p>
    <w:p w:rsidR="003564BB" w:rsidRPr="00E4778F" w:rsidRDefault="003564BB" w:rsidP="003564BB">
      <w:pPr>
        <w:pStyle w:val="10"/>
      </w:pPr>
      <w:bookmarkStart w:id="5" w:name="_Toc459154171"/>
      <w:r w:rsidRPr="00E4778F">
        <w:lastRenderedPageBreak/>
        <w:t>Описание фильтров</w:t>
      </w:r>
      <w:bookmarkEnd w:id="5"/>
    </w:p>
    <w:p w:rsidR="009B38A7" w:rsidRPr="00E4778F" w:rsidRDefault="009B38A7" w:rsidP="009B38A7">
      <w:pPr>
        <w:jc w:val="left"/>
      </w:pPr>
      <w:r w:rsidRPr="00E4778F">
        <w:t xml:space="preserve">При помощи параметра </w:t>
      </w:r>
      <w:proofErr w:type="spellStart"/>
      <w:r w:rsidRPr="00E4778F">
        <w:t>filter</w:t>
      </w:r>
      <w:proofErr w:type="spellEnd"/>
      <w:r w:rsidRPr="00E4778F">
        <w:t xml:space="preserve"> осуществляется поиск по атрибутам: </w:t>
      </w:r>
    </w:p>
    <w:p w:rsidR="009B38A7" w:rsidRPr="00E4778F" w:rsidRDefault="009B38A7" w:rsidP="009B38A7">
      <w:pPr>
        <w:numPr>
          <w:ilvl w:val="0"/>
          <w:numId w:val="17"/>
        </w:numPr>
        <w:jc w:val="left"/>
      </w:pPr>
      <w:r w:rsidRPr="00E4778F">
        <w:rPr>
          <w:b/>
        </w:rPr>
        <w:t xml:space="preserve">Код цели (атрибут </w:t>
      </w:r>
      <w:r w:rsidRPr="00E4778F">
        <w:rPr>
          <w:b/>
          <w:lang w:val="en-US"/>
        </w:rPr>
        <w:t>Code</w:t>
      </w:r>
      <w:r w:rsidRPr="00E4778F">
        <w:rPr>
          <w:b/>
        </w:rPr>
        <w:t>).</w:t>
      </w:r>
      <w:r w:rsidRPr="00E4778F">
        <w:t xml:space="preserve"> Длина атрибута равна 3.</w:t>
      </w:r>
    </w:p>
    <w:p w:rsidR="009B38A7" w:rsidRPr="00E4778F" w:rsidRDefault="009B38A7" w:rsidP="009B38A7">
      <w:pPr>
        <w:ind w:left="717" w:firstLine="0"/>
        <w:jc w:val="left"/>
      </w:pPr>
      <w:r w:rsidRPr="00E4778F">
        <w:t xml:space="preserve">Например, если указать в запросе  </w:t>
      </w:r>
      <w:hyperlink r:id="rId16" w:history="1">
        <w:r w:rsidRPr="00E4778F">
          <w:rPr>
            <w:rStyle w:val="a5"/>
          </w:rPr>
          <w:t>http://budget.gov.ru/epbs/registry/7710568760-</w:t>
        </w:r>
        <w:r w:rsidRPr="00E4778F">
          <w:rPr>
            <w:rStyle w:val="a5"/>
            <w:lang w:val="en-US"/>
          </w:rPr>
          <w:t>KBKCCSS</w:t>
        </w:r>
        <w:r w:rsidRPr="00E4778F">
          <w:rPr>
            <w:rStyle w:val="a5"/>
          </w:rPr>
          <w:t>/data?filtercode=08</w:t>
        </w:r>
      </w:hyperlink>
      <w:r w:rsidRPr="00E4778F">
        <w:t>, то в ответ получим только те запись, у которой код равен «08».</w:t>
      </w:r>
    </w:p>
    <w:p w:rsidR="009B38A7" w:rsidRPr="00E4778F" w:rsidRDefault="009B38A7" w:rsidP="009B38A7">
      <w:pPr>
        <w:ind w:left="717" w:firstLine="0"/>
        <w:jc w:val="left"/>
      </w:pPr>
      <w:r w:rsidRPr="00E4778F">
        <w:t>Для того чтобы вывести в отчет те записи, у которых в коде вторая цифра равна 8 нужно вместо оставшихся цифр ввести символ "_". Запрос будет выглядеть следующим образом:</w:t>
      </w:r>
    </w:p>
    <w:p w:rsidR="009B38A7" w:rsidRPr="00E4778F" w:rsidRDefault="006D0B71" w:rsidP="009B38A7">
      <w:pPr>
        <w:ind w:left="717" w:firstLine="0"/>
        <w:jc w:val="left"/>
      </w:pPr>
      <w:hyperlink r:id="rId17" w:history="1">
        <w:r w:rsidR="009B38A7" w:rsidRPr="00E4778F">
          <w:rPr>
            <w:rStyle w:val="a5"/>
            <w:lang w:val="en-US"/>
          </w:rPr>
          <w:t>http</w:t>
        </w:r>
        <w:r w:rsidR="009B38A7" w:rsidRPr="00E4778F">
          <w:rPr>
            <w:rStyle w:val="a5"/>
          </w:rPr>
          <w:t>://</w:t>
        </w:r>
        <w:r w:rsidR="009B38A7" w:rsidRPr="00E4778F">
          <w:rPr>
            <w:rStyle w:val="a5"/>
            <w:lang w:val="en-US"/>
          </w:rPr>
          <w:t>budget</w:t>
        </w:r>
        <w:r w:rsidR="009B38A7" w:rsidRPr="00E4778F">
          <w:rPr>
            <w:rStyle w:val="a5"/>
          </w:rPr>
          <w:t>.</w:t>
        </w:r>
        <w:proofErr w:type="spellStart"/>
        <w:r w:rsidR="009B38A7" w:rsidRPr="00E4778F">
          <w:rPr>
            <w:rStyle w:val="a5"/>
            <w:lang w:val="en-US"/>
          </w:rPr>
          <w:t>gov</w:t>
        </w:r>
        <w:proofErr w:type="spellEnd"/>
        <w:r w:rsidR="009B38A7" w:rsidRPr="00E4778F">
          <w:rPr>
            <w:rStyle w:val="a5"/>
          </w:rPr>
          <w:t>.</w:t>
        </w:r>
        <w:proofErr w:type="spellStart"/>
        <w:r w:rsidR="009B38A7" w:rsidRPr="00E4778F">
          <w:rPr>
            <w:rStyle w:val="a5"/>
            <w:lang w:val="en-US"/>
          </w:rPr>
          <w:t>ru</w:t>
        </w:r>
        <w:proofErr w:type="spellEnd"/>
        <w:r w:rsidR="009B38A7" w:rsidRPr="00E4778F">
          <w:rPr>
            <w:rStyle w:val="a5"/>
          </w:rPr>
          <w:t>/</w:t>
        </w:r>
        <w:r w:rsidR="009B38A7" w:rsidRPr="00E4778F">
          <w:rPr>
            <w:rStyle w:val="a5"/>
            <w:lang w:val="en-US"/>
          </w:rPr>
          <w:t>epbs</w:t>
        </w:r>
        <w:r w:rsidR="009B38A7" w:rsidRPr="00E4778F">
          <w:rPr>
            <w:rStyle w:val="a5"/>
          </w:rPr>
          <w:t>/</w:t>
        </w:r>
        <w:r w:rsidR="009B38A7" w:rsidRPr="00E4778F">
          <w:rPr>
            <w:rStyle w:val="a5"/>
            <w:lang w:val="en-US"/>
          </w:rPr>
          <w:t>registry</w:t>
        </w:r>
        <w:r w:rsidR="009B38A7" w:rsidRPr="00E4778F">
          <w:rPr>
            <w:rStyle w:val="a5"/>
          </w:rPr>
          <w:t>/7710568760-</w:t>
        </w:r>
        <w:r w:rsidR="009B38A7" w:rsidRPr="00E4778F">
          <w:rPr>
            <w:rStyle w:val="a5"/>
            <w:lang w:val="en-US"/>
          </w:rPr>
          <w:t>KBKCCSS</w:t>
        </w:r>
        <w:r w:rsidR="009B38A7" w:rsidRPr="00E4778F">
          <w:rPr>
            <w:rStyle w:val="a5"/>
          </w:rPr>
          <w:t>/</w:t>
        </w:r>
        <w:r w:rsidR="009B38A7" w:rsidRPr="00E4778F">
          <w:rPr>
            <w:rStyle w:val="a5"/>
            <w:lang w:val="en-US"/>
          </w:rPr>
          <w:t>data</w:t>
        </w:r>
        <w:r w:rsidR="009B38A7" w:rsidRPr="00E4778F">
          <w:rPr>
            <w:rStyle w:val="a5"/>
          </w:rPr>
          <w:t>?</w:t>
        </w:r>
        <w:proofErr w:type="spellStart"/>
        <w:r w:rsidR="009B38A7" w:rsidRPr="00E4778F">
          <w:rPr>
            <w:rStyle w:val="a5"/>
            <w:lang w:val="en-US"/>
          </w:rPr>
          <w:t>filtercode</w:t>
        </w:r>
        <w:proofErr w:type="spellEnd"/>
        <w:r w:rsidR="009B38A7" w:rsidRPr="00E4778F">
          <w:rPr>
            <w:rStyle w:val="a5"/>
          </w:rPr>
          <w:t>=_8_</w:t>
        </w:r>
      </w:hyperlink>
      <w:r w:rsidR="009B38A7" w:rsidRPr="00E4778F">
        <w:t>. Данный вид сортировки данных возможен и в других фильтрах, содержащих цифровые значения.</w:t>
      </w:r>
    </w:p>
    <w:p w:rsidR="009B38A7" w:rsidRPr="00E4778F" w:rsidRDefault="009B38A7" w:rsidP="009B38A7">
      <w:pPr>
        <w:numPr>
          <w:ilvl w:val="0"/>
          <w:numId w:val="17"/>
        </w:numPr>
        <w:jc w:val="left"/>
      </w:pPr>
      <w:r w:rsidRPr="00E4778F">
        <w:rPr>
          <w:b/>
        </w:rPr>
        <w:t xml:space="preserve">Наименование (атрибут </w:t>
      </w:r>
      <w:proofErr w:type="spellStart"/>
      <w:r w:rsidRPr="00E4778F">
        <w:rPr>
          <w:b/>
          <w:lang w:val="en-US"/>
        </w:rPr>
        <w:t>fullname</w:t>
      </w:r>
      <w:proofErr w:type="spellEnd"/>
      <w:r w:rsidRPr="00E4778F">
        <w:rPr>
          <w:b/>
        </w:rPr>
        <w:t>).</w:t>
      </w:r>
      <w:r w:rsidRPr="00E4778F">
        <w:t xml:space="preserve"> </w:t>
      </w:r>
    </w:p>
    <w:p w:rsidR="009B38A7" w:rsidRPr="00E4778F" w:rsidRDefault="009B38A7" w:rsidP="009B38A7">
      <w:pPr>
        <w:ind w:left="717" w:firstLine="0"/>
        <w:jc w:val="left"/>
      </w:pPr>
      <w:r w:rsidRPr="00E4778F">
        <w:t xml:space="preserve">Например, если указать в запросе  </w:t>
      </w:r>
      <w:hyperlink r:id="rId18" w:history="1">
        <w:r w:rsidRPr="00E4778F">
          <w:rPr>
            <w:rStyle w:val="a5"/>
          </w:rPr>
          <w:t>http://budget.gov.ru/epbs/registry/7710568760-KBKCCSS/data?filter</w:t>
        </w:r>
        <w:proofErr w:type="spellStart"/>
        <w:r w:rsidRPr="00E4778F">
          <w:rPr>
            <w:rStyle w:val="a5"/>
            <w:lang w:val="en-US"/>
          </w:rPr>
          <w:t>fullname</w:t>
        </w:r>
        <w:r w:rsidRPr="00E4778F">
          <w:rPr>
            <w:rStyle w:val="a5"/>
          </w:rPr>
          <w:t>=Субсидии</w:t>
        </w:r>
        <w:proofErr w:type="spellEnd"/>
      </w:hyperlink>
      <w:r w:rsidRPr="00E4778F">
        <w:t>, то в ответ получим только те записи, у которых в наименовании содержится «Субсидии».</w:t>
      </w:r>
    </w:p>
    <w:p w:rsidR="009B38A7" w:rsidRPr="00E4778F" w:rsidRDefault="009B38A7" w:rsidP="009B38A7">
      <w:pPr>
        <w:numPr>
          <w:ilvl w:val="0"/>
          <w:numId w:val="18"/>
        </w:numPr>
        <w:jc w:val="left"/>
      </w:pPr>
      <w:r w:rsidRPr="00E4778F">
        <w:rPr>
          <w:b/>
        </w:rPr>
        <w:t xml:space="preserve">Код бюджета (атрибут </w:t>
      </w:r>
      <w:proofErr w:type="spellStart"/>
      <w:r w:rsidRPr="00E4778F">
        <w:rPr>
          <w:b/>
        </w:rPr>
        <w:t>budgetcode</w:t>
      </w:r>
      <w:proofErr w:type="spellEnd"/>
      <w:r w:rsidRPr="00E4778F">
        <w:rPr>
          <w:b/>
        </w:rPr>
        <w:t xml:space="preserve">).  </w:t>
      </w:r>
      <w:r w:rsidRPr="00E4778F">
        <w:t xml:space="preserve">Длина атрибута равна 8 знакам. </w:t>
      </w:r>
    </w:p>
    <w:p w:rsidR="009B38A7" w:rsidRPr="00E4778F" w:rsidRDefault="009B38A7" w:rsidP="009B38A7">
      <w:pPr>
        <w:ind w:left="717" w:firstLine="0"/>
        <w:jc w:val="left"/>
      </w:pPr>
      <w:r w:rsidRPr="00E4778F">
        <w:t xml:space="preserve">Например, если указать в </w:t>
      </w:r>
      <w:hyperlink r:id="rId19" w:history="1">
        <w:r w:rsidRPr="00E4778F">
          <w:rPr>
            <w:rStyle w:val="a5"/>
          </w:rPr>
          <w:t>http://budget.gov.ru/epbs/registry/7710568760-</w:t>
        </w:r>
        <w:r w:rsidRPr="00E4778F">
          <w:rPr>
            <w:rStyle w:val="a5"/>
            <w:lang w:val="en-US"/>
          </w:rPr>
          <w:t>KBKCCSS</w:t>
        </w:r>
        <w:r w:rsidRPr="00E4778F">
          <w:rPr>
            <w:rStyle w:val="a5"/>
          </w:rPr>
          <w:t>/data?filterbudgetcode=99010001</w:t>
        </w:r>
      </w:hyperlink>
      <w:r w:rsidRPr="00E4778F">
        <w:t>,  то в ответ получим только те записи (субсидии, субвенции), у которых значение в поле «Код бюджета» равно «</w:t>
      </w:r>
      <w:r w:rsidRPr="00E4778F">
        <w:rPr>
          <w:rStyle w:val="select2-selection"/>
        </w:rPr>
        <w:t>99010001</w:t>
      </w:r>
      <w:r w:rsidRPr="00E4778F">
        <w:t>» (Федеральный бюджет).</w:t>
      </w:r>
    </w:p>
    <w:p w:rsidR="009B38A7" w:rsidRPr="00E4778F" w:rsidRDefault="009B38A7" w:rsidP="009B38A7">
      <w:pPr>
        <w:numPr>
          <w:ilvl w:val="0"/>
          <w:numId w:val="18"/>
        </w:numPr>
        <w:jc w:val="left"/>
        <w:rPr>
          <w:b/>
        </w:rPr>
      </w:pPr>
      <w:r w:rsidRPr="00E4778F">
        <w:rPr>
          <w:b/>
        </w:rPr>
        <w:t xml:space="preserve">Код уровня бюджета (атрибут </w:t>
      </w:r>
      <w:proofErr w:type="spellStart"/>
      <w:r w:rsidRPr="00E4778F">
        <w:rPr>
          <w:b/>
        </w:rPr>
        <w:t>budgetlevelcode</w:t>
      </w:r>
      <w:proofErr w:type="spellEnd"/>
      <w:r w:rsidRPr="00E4778F">
        <w:rPr>
          <w:b/>
        </w:rPr>
        <w:t>)</w:t>
      </w:r>
      <w:r w:rsidRPr="00E4778F">
        <w:t>.  Длина атрибута равна 1 знаку.</w:t>
      </w:r>
    </w:p>
    <w:p w:rsidR="009B38A7" w:rsidRPr="00E4778F" w:rsidRDefault="009B38A7" w:rsidP="009B38A7">
      <w:pPr>
        <w:ind w:left="717" w:firstLine="0"/>
        <w:jc w:val="left"/>
      </w:pPr>
      <w:r w:rsidRPr="00E4778F">
        <w:t xml:space="preserve">Например, если указать в запросе  </w:t>
      </w:r>
      <w:hyperlink r:id="rId20" w:history="1">
        <w:r w:rsidRPr="00E4778F">
          <w:rPr>
            <w:rStyle w:val="a5"/>
          </w:rPr>
          <w:t>http://budget.gov.ru/epbs/registry/7710568760-</w:t>
        </w:r>
        <w:r w:rsidRPr="00E4778F">
          <w:rPr>
            <w:rStyle w:val="a5"/>
            <w:lang w:val="en-US"/>
          </w:rPr>
          <w:t>KBKCCSS</w:t>
        </w:r>
        <w:r w:rsidRPr="00E4778F">
          <w:rPr>
            <w:rStyle w:val="a5"/>
          </w:rPr>
          <w:t>/data?filterbudgetlevelcode=1</w:t>
        </w:r>
      </w:hyperlink>
      <w:r w:rsidRPr="00E4778F">
        <w:t>,  то в ответ получим только те записи, у которых код уровня бюджета равен «1».</w:t>
      </w:r>
    </w:p>
    <w:p w:rsidR="009B38A7" w:rsidRPr="00E4778F" w:rsidRDefault="009B38A7" w:rsidP="009B38A7">
      <w:pPr>
        <w:numPr>
          <w:ilvl w:val="0"/>
          <w:numId w:val="18"/>
        </w:numPr>
        <w:jc w:val="left"/>
        <w:rPr>
          <w:b/>
        </w:rPr>
      </w:pPr>
      <w:r w:rsidRPr="00E4778F">
        <w:rPr>
          <w:b/>
        </w:rPr>
        <w:t xml:space="preserve">Территориальный орган федерального казначейства (атрибут </w:t>
      </w:r>
      <w:proofErr w:type="spellStart"/>
      <w:r w:rsidRPr="00E4778F">
        <w:rPr>
          <w:b/>
        </w:rPr>
        <w:t>TOFKCode</w:t>
      </w:r>
      <w:proofErr w:type="spellEnd"/>
      <w:r w:rsidRPr="00E4778F">
        <w:rPr>
          <w:b/>
        </w:rPr>
        <w:t xml:space="preserve">). </w:t>
      </w:r>
      <w:r w:rsidRPr="00E4778F">
        <w:t xml:space="preserve">Например, если указать в запросе </w:t>
      </w:r>
      <w:hyperlink r:id="rId21" w:history="1">
        <w:r w:rsidRPr="00E4778F">
          <w:rPr>
            <w:rStyle w:val="a5"/>
          </w:rPr>
          <w:t>http://budget.gov.ru/epbs/registry/7710568760-KBKCCSS/data?filterTOFKCode=9500</w:t>
        </w:r>
      </w:hyperlink>
      <w:r w:rsidRPr="00E4778F">
        <w:t>, то в ответ получим только те записи, у которых код ТОФК = «9500» (Межрегиональное операционное управление Федерального казначейства).</w:t>
      </w:r>
    </w:p>
    <w:p w:rsidR="009B38A7" w:rsidRPr="00E4778F" w:rsidRDefault="009B38A7" w:rsidP="009B38A7">
      <w:pPr>
        <w:numPr>
          <w:ilvl w:val="0"/>
          <w:numId w:val="18"/>
        </w:numPr>
        <w:jc w:val="left"/>
        <w:rPr>
          <w:b/>
        </w:rPr>
      </w:pPr>
      <w:r w:rsidRPr="00E4778F">
        <w:rPr>
          <w:b/>
        </w:rPr>
        <w:t xml:space="preserve">Признак отнесения к дополнительной классификации (атрибут </w:t>
      </w:r>
      <w:proofErr w:type="spellStart"/>
      <w:r w:rsidRPr="00E4778F">
        <w:rPr>
          <w:b/>
        </w:rPr>
        <w:t>IsDopClassif</w:t>
      </w:r>
      <w:proofErr w:type="spellEnd"/>
      <w:r w:rsidRPr="00E4778F">
        <w:rPr>
          <w:b/>
        </w:rPr>
        <w:t xml:space="preserve">). </w:t>
      </w:r>
      <w:r w:rsidRPr="00E4778F">
        <w:t xml:space="preserve">Например, если указать в запросе  </w:t>
      </w:r>
      <w:hyperlink r:id="rId22" w:history="1">
        <w:r w:rsidRPr="00E4778F">
          <w:rPr>
            <w:rStyle w:val="a5"/>
          </w:rPr>
          <w:t>http://budget.gov.ru/epbs/registry/7710568760-KBKCCSS/data?filterIsDopClassif=1</w:t>
        </w:r>
      </w:hyperlink>
      <w:r w:rsidRPr="00E4778F">
        <w:t xml:space="preserve">, то будут выводиться только субсидии (субвенции) по дополнительной классификации, детализирующей КБК БС или МБ. Если указать «», то будут </w:t>
      </w:r>
      <w:proofErr w:type="gramStart"/>
      <w:r w:rsidRPr="00E4778F">
        <w:t>выводится</w:t>
      </w:r>
      <w:proofErr w:type="gramEnd"/>
      <w:r w:rsidRPr="00E4778F">
        <w:t xml:space="preserve"> КБК, утвержденные федеральным законом.</w:t>
      </w:r>
    </w:p>
    <w:p w:rsidR="009B38A7" w:rsidRPr="00E4778F" w:rsidRDefault="009B38A7" w:rsidP="009B38A7">
      <w:pPr>
        <w:numPr>
          <w:ilvl w:val="0"/>
          <w:numId w:val="18"/>
        </w:numPr>
        <w:jc w:val="left"/>
      </w:pPr>
      <w:r w:rsidRPr="00E4778F">
        <w:rPr>
          <w:b/>
        </w:rPr>
        <w:t>Статус записи</w:t>
      </w:r>
      <w:r w:rsidRPr="00E4778F">
        <w:t xml:space="preserve"> (атрибут </w:t>
      </w:r>
      <w:proofErr w:type="spellStart"/>
      <w:r w:rsidRPr="00E4778F">
        <w:t>Status</w:t>
      </w:r>
      <w:proofErr w:type="spellEnd"/>
      <w:r w:rsidRPr="00E4778F">
        <w:t xml:space="preserve">). </w:t>
      </w:r>
    </w:p>
    <w:p w:rsidR="009B38A7" w:rsidRPr="00E4778F" w:rsidRDefault="009B38A7" w:rsidP="009B38A7">
      <w:pPr>
        <w:ind w:left="717" w:firstLine="0"/>
        <w:jc w:val="left"/>
      </w:pPr>
      <w:r w:rsidRPr="00E4778F">
        <w:t xml:space="preserve">Атрибут может принимать значения: </w:t>
      </w:r>
    </w:p>
    <w:p w:rsidR="009B38A7" w:rsidRPr="00E4778F" w:rsidRDefault="009B38A7" w:rsidP="009B38A7">
      <w:pPr>
        <w:numPr>
          <w:ilvl w:val="0"/>
          <w:numId w:val="26"/>
        </w:numPr>
        <w:jc w:val="left"/>
      </w:pPr>
      <w:r w:rsidRPr="00E4778F">
        <w:t>ACTIVE – актуальная запись;</w:t>
      </w:r>
    </w:p>
    <w:p w:rsidR="009B38A7" w:rsidRPr="00E4778F" w:rsidRDefault="009B38A7" w:rsidP="009B38A7">
      <w:pPr>
        <w:numPr>
          <w:ilvl w:val="0"/>
          <w:numId w:val="26"/>
        </w:numPr>
        <w:jc w:val="left"/>
      </w:pPr>
      <w:r w:rsidRPr="00E4778F">
        <w:t>ARCHIVE – архивная запись.</w:t>
      </w:r>
    </w:p>
    <w:p w:rsidR="009B38A7" w:rsidRPr="00E4778F" w:rsidRDefault="009B38A7" w:rsidP="009B38A7">
      <w:pPr>
        <w:ind w:left="717" w:firstLine="0"/>
        <w:jc w:val="left"/>
      </w:pPr>
      <w:r w:rsidRPr="00E4778F">
        <w:t xml:space="preserve">Например, если указать в запросе  </w:t>
      </w:r>
      <w:hyperlink r:id="rId23" w:history="1">
        <w:r w:rsidRPr="00E4778F">
          <w:rPr>
            <w:rStyle w:val="a5"/>
          </w:rPr>
          <w:t>http://budget.gov.ru/epbs/registry/7710568760-KBKCCSS/data?filte</w:t>
        </w:r>
        <w:r w:rsidRPr="00E4778F">
          <w:rPr>
            <w:rStyle w:val="a5"/>
            <w:lang w:val="en-US"/>
          </w:rPr>
          <w:t>r</w:t>
        </w:r>
        <w:proofErr w:type="spellStart"/>
        <w:r w:rsidRPr="00E4778F">
          <w:rPr>
            <w:rStyle w:val="a5"/>
          </w:rPr>
          <w:t>status=ACTIVE</w:t>
        </w:r>
        <w:proofErr w:type="spellEnd"/>
      </w:hyperlink>
      <w:r w:rsidRPr="00E4778F">
        <w:t>, то в ответ получим только актуальные записи.</w:t>
      </w:r>
    </w:p>
    <w:p w:rsidR="009B38A7" w:rsidRPr="00E4778F" w:rsidRDefault="009B38A7" w:rsidP="009B38A7">
      <w:pPr>
        <w:numPr>
          <w:ilvl w:val="0"/>
          <w:numId w:val="18"/>
        </w:numPr>
        <w:jc w:val="left"/>
      </w:pPr>
      <w:r w:rsidRPr="00E4778F">
        <w:rPr>
          <w:b/>
        </w:rPr>
        <w:t>Дата загрузки (выгрузки) на ЕПБС</w:t>
      </w:r>
      <w:r w:rsidRPr="00E4778F">
        <w:t xml:space="preserve"> (атрибут </w:t>
      </w:r>
      <w:proofErr w:type="spellStart"/>
      <w:r w:rsidRPr="00E4778F">
        <w:t>loaddate</w:t>
      </w:r>
      <w:proofErr w:type="spellEnd"/>
      <w:r w:rsidRPr="00E4778F">
        <w:t xml:space="preserve">, </w:t>
      </w:r>
      <w:proofErr w:type="spellStart"/>
      <w:r w:rsidRPr="00E4778F">
        <w:t>filedate</w:t>
      </w:r>
      <w:proofErr w:type="spellEnd"/>
      <w:r w:rsidRPr="00E4778F">
        <w:t xml:space="preserve">). </w:t>
      </w:r>
    </w:p>
    <w:p w:rsidR="009B38A7" w:rsidRPr="00E4778F" w:rsidRDefault="009B38A7" w:rsidP="009B38A7">
      <w:pPr>
        <w:ind w:left="717" w:firstLine="0"/>
        <w:jc w:val="left"/>
      </w:pPr>
      <w:r w:rsidRPr="00E4778F">
        <w:t xml:space="preserve">Запрос позволит вывести записи,  загруженные (выгруженные) с определенной даты, по определенную дату или за период дат. </w:t>
      </w:r>
    </w:p>
    <w:p w:rsidR="009B38A7" w:rsidRPr="00E4778F" w:rsidRDefault="009B38A7" w:rsidP="009B38A7">
      <w:pPr>
        <w:ind w:left="717" w:firstLine="0"/>
        <w:jc w:val="left"/>
      </w:pPr>
      <w:r w:rsidRPr="00E4778F">
        <w:t xml:space="preserve">Например, если указать в запросе </w:t>
      </w:r>
      <w:hyperlink r:id="rId24" w:history="1">
        <w:r w:rsidRPr="00E4778F">
          <w:rPr>
            <w:rStyle w:val="a5"/>
          </w:rPr>
          <w:t>http://budget.gov.ru/epbs/registry/7710568760-KBKCCSS/data?filterminloaddate=27.01.2016</w:t>
        </w:r>
      </w:hyperlink>
      <w:r w:rsidRPr="00E4778F">
        <w:t xml:space="preserve">, то результатом запроса будут записи, загруженные (обновленные) на ЕПБС с 27.01.2016. </w:t>
      </w:r>
    </w:p>
    <w:p w:rsidR="009B38A7" w:rsidRPr="00E4778F" w:rsidRDefault="009B38A7" w:rsidP="009B38A7">
      <w:pPr>
        <w:ind w:left="717" w:firstLine="0"/>
        <w:jc w:val="left"/>
      </w:pPr>
      <w:r w:rsidRPr="00E4778F">
        <w:t xml:space="preserve">Если указать в запросе  </w:t>
      </w:r>
      <w:hyperlink r:id="rId25" w:history="1">
        <w:r w:rsidRPr="00E4778F">
          <w:rPr>
            <w:rStyle w:val="a5"/>
          </w:rPr>
          <w:t>http://budget.gov.ru/epbs/registry/7710568760-KBKCCSS/data?filtermaxloaddate=05.02.2016</w:t>
        </w:r>
      </w:hyperlink>
      <w:r w:rsidRPr="00E4778F">
        <w:t>, то результатом запроса будут записи</w:t>
      </w:r>
      <w:r w:rsidRPr="00E4778F" w:rsidDel="00071A42">
        <w:t xml:space="preserve"> </w:t>
      </w:r>
      <w:r w:rsidRPr="00E4778F">
        <w:t>ЕПБС, загруженные (обновленные) на ЕПБС по 05.02.2016.</w:t>
      </w:r>
    </w:p>
    <w:p w:rsidR="009B38A7" w:rsidRPr="00E4778F" w:rsidRDefault="009B38A7" w:rsidP="009B38A7">
      <w:pPr>
        <w:ind w:left="717" w:firstLine="0"/>
        <w:jc w:val="left"/>
      </w:pPr>
      <w:r w:rsidRPr="00E4778F">
        <w:lastRenderedPageBreak/>
        <w:t xml:space="preserve">Если указать в запросе  </w:t>
      </w:r>
      <w:hyperlink r:id="rId26" w:history="1">
        <w:r w:rsidRPr="00E4778F">
          <w:rPr>
            <w:rStyle w:val="a5"/>
          </w:rPr>
          <w:t>http://budget.gov.ru/epbs/registry/7710568760-KBKCCSS/data?filterminloaddate=27.01.2016&amp;filtermaxloaddate=05.02.2016</w:t>
        </w:r>
      </w:hyperlink>
      <w:r w:rsidRPr="00E4778F">
        <w:t>, то результатом запроса будут записи</w:t>
      </w:r>
      <w:r w:rsidRPr="00E4778F" w:rsidDel="00071A42">
        <w:t xml:space="preserve"> </w:t>
      </w:r>
      <w:r w:rsidRPr="00E4778F">
        <w:t>ЕПБС, загруженные (обновленные) на ЕПБС в диапазоне указанных дат.</w:t>
      </w:r>
    </w:p>
    <w:p w:rsidR="004B2C01" w:rsidRPr="00E4778F" w:rsidRDefault="004B2C01" w:rsidP="00652F42">
      <w:pPr>
        <w:pStyle w:val="10"/>
      </w:pPr>
      <w:bookmarkStart w:id="6" w:name="_Toc459154172"/>
      <w:r w:rsidRPr="00E4778F">
        <w:t>Лист регистрации изменений</w:t>
      </w:r>
      <w:bookmarkEnd w:id="3"/>
      <w:bookmarkEnd w:id="4"/>
      <w:bookmarkEnd w:id="6"/>
    </w:p>
    <w:p w:rsidR="00527F34" w:rsidRPr="00E4778F" w:rsidRDefault="004B2C01" w:rsidP="004B2C01">
      <w:pPr>
        <w:jc w:val="left"/>
      </w:pPr>
      <w:r w:rsidRPr="00E4778F">
        <w:t xml:space="preserve">В </w:t>
      </w:r>
      <w:r w:rsidRPr="00E4778F">
        <w:rPr>
          <w:lang w:val="en-US"/>
        </w:rPr>
        <w:t>API</w:t>
      </w:r>
      <w:r w:rsidRPr="00E4778F">
        <w:t xml:space="preserve">-интерфейсе атрибут </w:t>
      </w:r>
      <w:proofErr w:type="spellStart"/>
      <w:r w:rsidRPr="00E4778F">
        <w:t>version</w:t>
      </w:r>
      <w:proofErr w:type="spellEnd"/>
      <w:r w:rsidRPr="00E4778F">
        <w:t>, содержит сведения о версии изменений.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5"/>
        <w:gridCol w:w="1704"/>
        <w:gridCol w:w="6379"/>
      </w:tblGrid>
      <w:tr w:rsidR="004B2C01" w:rsidRPr="00E4778F" w:rsidTr="001B2C9D">
        <w:trPr>
          <w:trHeight w:val="544"/>
          <w:tblHeader/>
        </w:trPr>
        <w:tc>
          <w:tcPr>
            <w:tcW w:w="745" w:type="pct"/>
            <w:shd w:val="clear" w:color="auto" w:fill="FFFFFF"/>
            <w:vAlign w:val="center"/>
          </w:tcPr>
          <w:p w:rsidR="004B2C01" w:rsidRPr="00E4778F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4778F">
              <w:rPr>
                <w:b/>
                <w:color w:val="000000"/>
                <w:sz w:val="20"/>
                <w:szCs w:val="20"/>
                <w:lang w:eastAsia="en-US"/>
              </w:rPr>
              <w:t>№ версии док-та</w:t>
            </w:r>
          </w:p>
        </w:tc>
        <w:tc>
          <w:tcPr>
            <w:tcW w:w="897" w:type="pct"/>
            <w:shd w:val="clear" w:color="auto" w:fill="FFFFFF"/>
            <w:vAlign w:val="center"/>
          </w:tcPr>
          <w:p w:rsidR="004B2C01" w:rsidRPr="00E4778F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4778F">
              <w:rPr>
                <w:b/>
                <w:color w:val="000000"/>
                <w:sz w:val="20"/>
                <w:szCs w:val="20"/>
                <w:lang w:eastAsia="en-US"/>
              </w:rPr>
              <w:t>Дата изменения</w:t>
            </w:r>
          </w:p>
        </w:tc>
        <w:tc>
          <w:tcPr>
            <w:tcW w:w="3358" w:type="pct"/>
            <w:shd w:val="clear" w:color="auto" w:fill="FFFFFF"/>
            <w:vAlign w:val="center"/>
          </w:tcPr>
          <w:p w:rsidR="004B2C01" w:rsidRPr="00E4778F" w:rsidRDefault="004B2C01" w:rsidP="001B2C9D">
            <w:pPr>
              <w:ind w:firstLine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E4778F">
              <w:rPr>
                <w:b/>
                <w:color w:val="000000"/>
                <w:sz w:val="20"/>
                <w:szCs w:val="20"/>
                <w:lang w:eastAsia="en-US"/>
              </w:rPr>
              <w:t>Изменения</w:t>
            </w:r>
          </w:p>
        </w:tc>
      </w:tr>
      <w:tr w:rsidR="004B2C01" w:rsidRPr="006030B3" w:rsidTr="001B2C9D">
        <w:trPr>
          <w:trHeight w:val="399"/>
        </w:trPr>
        <w:tc>
          <w:tcPr>
            <w:tcW w:w="745" w:type="pct"/>
          </w:tcPr>
          <w:p w:rsidR="004B2C01" w:rsidRPr="00E4778F" w:rsidRDefault="00E64666" w:rsidP="009B38A7">
            <w:pPr>
              <w:pStyle w:val="a8"/>
              <w:jc w:val="center"/>
              <w:rPr>
                <w:sz w:val="20"/>
                <w:szCs w:val="20"/>
              </w:rPr>
            </w:pPr>
            <w:r w:rsidRPr="00E4778F">
              <w:rPr>
                <w:sz w:val="20"/>
                <w:szCs w:val="20"/>
              </w:rPr>
              <w:t>1</w:t>
            </w:r>
          </w:p>
        </w:tc>
        <w:tc>
          <w:tcPr>
            <w:tcW w:w="897" w:type="pct"/>
          </w:tcPr>
          <w:p w:rsidR="004B2C01" w:rsidRPr="00E4778F" w:rsidRDefault="00E64666" w:rsidP="009B38A7">
            <w:pPr>
              <w:pStyle w:val="a8"/>
              <w:jc w:val="center"/>
              <w:rPr>
                <w:sz w:val="20"/>
                <w:szCs w:val="20"/>
              </w:rPr>
            </w:pPr>
            <w:r w:rsidRPr="00E4778F">
              <w:rPr>
                <w:sz w:val="20"/>
                <w:szCs w:val="20"/>
              </w:rPr>
              <w:t>01.09.2016</w:t>
            </w:r>
          </w:p>
        </w:tc>
        <w:tc>
          <w:tcPr>
            <w:tcW w:w="3358" w:type="pct"/>
          </w:tcPr>
          <w:p w:rsidR="00CE128E" w:rsidRPr="00E4778F" w:rsidRDefault="00CE128E" w:rsidP="00CE128E">
            <w:pPr>
              <w:pStyle w:val="a8"/>
              <w:tabs>
                <w:tab w:val="left" w:pos="4621"/>
              </w:tabs>
              <w:rPr>
                <w:sz w:val="20"/>
                <w:szCs w:val="20"/>
              </w:rPr>
            </w:pPr>
            <w:r w:rsidRPr="00E4778F">
              <w:rPr>
                <w:sz w:val="20"/>
                <w:szCs w:val="20"/>
              </w:rPr>
              <w:t xml:space="preserve">1) </w:t>
            </w:r>
            <w:proofErr w:type="gramStart"/>
            <w:r w:rsidRPr="00E4778F">
              <w:rPr>
                <w:sz w:val="20"/>
                <w:szCs w:val="20"/>
              </w:rPr>
              <w:t>Добавлена</w:t>
            </w:r>
            <w:proofErr w:type="gramEnd"/>
            <w:r w:rsidRPr="00E4778F">
              <w:rPr>
                <w:sz w:val="20"/>
                <w:szCs w:val="20"/>
              </w:rPr>
              <w:t xml:space="preserve"> </w:t>
            </w:r>
            <w:proofErr w:type="spellStart"/>
            <w:r w:rsidRPr="00E4778F">
              <w:rPr>
                <w:sz w:val="20"/>
                <w:szCs w:val="20"/>
              </w:rPr>
              <w:t>версионность</w:t>
            </w:r>
            <w:proofErr w:type="spellEnd"/>
            <w:r w:rsidRPr="00E4778F">
              <w:rPr>
                <w:sz w:val="20"/>
                <w:szCs w:val="20"/>
              </w:rPr>
              <w:t xml:space="preserve"> – атрибут </w:t>
            </w:r>
            <w:proofErr w:type="spellStart"/>
            <w:r w:rsidRPr="00E4778F">
              <w:rPr>
                <w:sz w:val="20"/>
                <w:szCs w:val="20"/>
              </w:rPr>
              <w:t>version</w:t>
            </w:r>
            <w:proofErr w:type="spellEnd"/>
            <w:r w:rsidRPr="00E4778F">
              <w:rPr>
                <w:sz w:val="20"/>
                <w:szCs w:val="20"/>
              </w:rPr>
              <w:t>.</w:t>
            </w:r>
          </w:p>
          <w:p w:rsidR="00CE128E" w:rsidRPr="00E4778F" w:rsidRDefault="00CE128E" w:rsidP="00CE128E">
            <w:pPr>
              <w:pStyle w:val="a8"/>
              <w:rPr>
                <w:sz w:val="20"/>
                <w:szCs w:val="20"/>
              </w:rPr>
            </w:pPr>
            <w:r w:rsidRPr="00E4778F">
              <w:rPr>
                <w:sz w:val="20"/>
                <w:szCs w:val="20"/>
              </w:rPr>
              <w:t xml:space="preserve">2) Добавлены в блок INFO атрибуты </w:t>
            </w:r>
            <w:proofErr w:type="spellStart"/>
            <w:r w:rsidRPr="00E4778F">
              <w:rPr>
                <w:sz w:val="20"/>
                <w:szCs w:val="20"/>
              </w:rPr>
              <w:t>loaddate</w:t>
            </w:r>
            <w:proofErr w:type="spellEnd"/>
            <w:r w:rsidRPr="00E4778F">
              <w:rPr>
                <w:sz w:val="20"/>
                <w:szCs w:val="20"/>
              </w:rPr>
              <w:t xml:space="preserve">, </w:t>
            </w:r>
            <w:proofErr w:type="spellStart"/>
            <w:r w:rsidRPr="00E4778F">
              <w:rPr>
                <w:sz w:val="20"/>
                <w:szCs w:val="20"/>
              </w:rPr>
              <w:t>filedate</w:t>
            </w:r>
            <w:proofErr w:type="spellEnd"/>
            <w:r w:rsidRPr="00E4778F">
              <w:rPr>
                <w:sz w:val="20"/>
                <w:szCs w:val="20"/>
              </w:rPr>
              <w:t>.</w:t>
            </w:r>
          </w:p>
          <w:p w:rsidR="00AA364C" w:rsidRPr="00E4778F" w:rsidRDefault="00CE128E" w:rsidP="00CE128E">
            <w:pPr>
              <w:pStyle w:val="a8"/>
              <w:rPr>
                <w:sz w:val="20"/>
                <w:szCs w:val="20"/>
              </w:rPr>
            </w:pPr>
            <w:r w:rsidRPr="00E4778F">
              <w:rPr>
                <w:sz w:val="20"/>
                <w:szCs w:val="20"/>
              </w:rPr>
              <w:t xml:space="preserve">3) Добавлены фильтры по датам </w:t>
            </w:r>
            <w:proofErr w:type="spellStart"/>
            <w:r w:rsidRPr="00E4778F">
              <w:rPr>
                <w:sz w:val="20"/>
                <w:szCs w:val="20"/>
              </w:rPr>
              <w:t>loaddate</w:t>
            </w:r>
            <w:proofErr w:type="spellEnd"/>
            <w:r w:rsidRPr="00E4778F">
              <w:rPr>
                <w:sz w:val="20"/>
                <w:szCs w:val="20"/>
              </w:rPr>
              <w:t xml:space="preserve">, </w:t>
            </w:r>
            <w:proofErr w:type="spellStart"/>
            <w:r w:rsidRPr="00E4778F">
              <w:rPr>
                <w:sz w:val="20"/>
                <w:szCs w:val="20"/>
              </w:rPr>
              <w:t>filedate</w:t>
            </w:r>
            <w:proofErr w:type="spellEnd"/>
            <w:r w:rsidRPr="00E4778F">
              <w:rPr>
                <w:sz w:val="20"/>
                <w:szCs w:val="20"/>
              </w:rPr>
              <w:t>.</w:t>
            </w:r>
          </w:p>
          <w:p w:rsidR="00AA364C" w:rsidRPr="00CE128E" w:rsidRDefault="00AA364C" w:rsidP="00CE128E">
            <w:pPr>
              <w:pStyle w:val="a8"/>
              <w:rPr>
                <w:sz w:val="20"/>
                <w:szCs w:val="20"/>
              </w:rPr>
            </w:pPr>
            <w:r w:rsidRPr="00E4778F">
              <w:rPr>
                <w:sz w:val="20"/>
                <w:szCs w:val="20"/>
              </w:rPr>
              <w:t xml:space="preserve">4) Удален атрибут </w:t>
            </w:r>
            <w:proofErr w:type="spellStart"/>
            <w:r w:rsidRPr="00E4778F">
              <w:rPr>
                <w:sz w:val="20"/>
                <w:szCs w:val="20"/>
              </w:rPr>
              <w:t>businessstatus</w:t>
            </w:r>
            <w:proofErr w:type="spellEnd"/>
            <w:r w:rsidRPr="00E4778F">
              <w:rPr>
                <w:sz w:val="20"/>
                <w:szCs w:val="20"/>
              </w:rPr>
              <w:t>.</w:t>
            </w:r>
          </w:p>
        </w:tc>
      </w:tr>
    </w:tbl>
    <w:p w:rsidR="004B2C01" w:rsidRPr="00A879EB" w:rsidRDefault="004B2C01" w:rsidP="004B2C01"/>
    <w:p w:rsidR="002C5846" w:rsidRPr="00722D2D" w:rsidRDefault="002C5846" w:rsidP="00722D2D"/>
    <w:sectPr w:rsidR="002C5846" w:rsidRPr="00722D2D" w:rsidSect="00122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AC2C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1C3C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D723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2806A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EE486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67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E2B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F4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56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B2A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874C0"/>
    <w:multiLevelType w:val="hybridMultilevel"/>
    <w:tmpl w:val="5994D43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0A045A6D"/>
    <w:multiLevelType w:val="hybridMultilevel"/>
    <w:tmpl w:val="5E788112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21731F2"/>
    <w:multiLevelType w:val="multilevel"/>
    <w:tmpl w:val="A7DAD4CA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13">
    <w:nsid w:val="150757A7"/>
    <w:multiLevelType w:val="hybridMultilevel"/>
    <w:tmpl w:val="B5667DAE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>
    <w:nsid w:val="363B2692"/>
    <w:multiLevelType w:val="hybridMultilevel"/>
    <w:tmpl w:val="BFB89D8C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3E295C9C"/>
    <w:multiLevelType w:val="hybridMultilevel"/>
    <w:tmpl w:val="F97CB822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107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97D90"/>
    <w:multiLevelType w:val="hybridMultilevel"/>
    <w:tmpl w:val="9FFE5E40"/>
    <w:lvl w:ilvl="0" w:tplc="0419000F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4DB564FC"/>
    <w:multiLevelType w:val="hybridMultilevel"/>
    <w:tmpl w:val="86BC73DE"/>
    <w:lvl w:ilvl="0" w:tplc="723AA962">
      <w:start w:val="1"/>
      <w:numFmt w:val="none"/>
      <w:pStyle w:val="OTRHeadingApp"/>
      <w:lvlText w:val="%1Приложение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067916"/>
    <w:multiLevelType w:val="hybridMultilevel"/>
    <w:tmpl w:val="34261608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20">
    <w:nsid w:val="6D2E3FA4"/>
    <w:multiLevelType w:val="hybridMultilevel"/>
    <w:tmpl w:val="9104AD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02087A"/>
    <w:multiLevelType w:val="multilevel"/>
    <w:tmpl w:val="3ABEEA08"/>
    <w:lvl w:ilvl="0">
      <w:start w:val="1"/>
      <w:numFmt w:val="decimal"/>
      <w:pStyle w:val="10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21"/>
  </w:num>
  <w:num w:numId="15">
    <w:abstractNumId w:val="19"/>
  </w:num>
  <w:num w:numId="16">
    <w:abstractNumId w:val="16"/>
  </w:num>
  <w:num w:numId="17">
    <w:abstractNumId w:val="14"/>
  </w:num>
  <w:num w:numId="18">
    <w:abstractNumId w:val="11"/>
  </w:num>
  <w:num w:numId="19">
    <w:abstractNumId w:val="17"/>
  </w:num>
  <w:num w:numId="20">
    <w:abstractNumId w:val="10"/>
  </w:num>
  <w:num w:numId="21">
    <w:abstractNumId w:val="21"/>
  </w:num>
  <w:num w:numId="22">
    <w:abstractNumId w:val="21"/>
  </w:num>
  <w:num w:numId="23">
    <w:abstractNumId w:val="21"/>
  </w:num>
  <w:num w:numId="24">
    <w:abstractNumId w:val="21"/>
  </w:num>
  <w:num w:numId="25">
    <w:abstractNumId w:val="18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linkStyles/>
  <w:defaultTabStop w:val="708"/>
  <w:characterSpacingControl w:val="doNotCompress"/>
  <w:compat/>
  <w:rsids>
    <w:rsidRoot w:val="002865EF"/>
    <w:rsid w:val="00087009"/>
    <w:rsid w:val="0012259F"/>
    <w:rsid w:val="0012439B"/>
    <w:rsid w:val="00197D60"/>
    <w:rsid w:val="001A04C4"/>
    <w:rsid w:val="001A6A32"/>
    <w:rsid w:val="001B2C9D"/>
    <w:rsid w:val="001B4459"/>
    <w:rsid w:val="001E2DF6"/>
    <w:rsid w:val="002013E3"/>
    <w:rsid w:val="00210727"/>
    <w:rsid w:val="002865EF"/>
    <w:rsid w:val="00295623"/>
    <w:rsid w:val="002C5846"/>
    <w:rsid w:val="002F2EE8"/>
    <w:rsid w:val="003112E2"/>
    <w:rsid w:val="00341289"/>
    <w:rsid w:val="003564BB"/>
    <w:rsid w:val="00387826"/>
    <w:rsid w:val="004B2C01"/>
    <w:rsid w:val="004D6654"/>
    <w:rsid w:val="00527F34"/>
    <w:rsid w:val="00561B5E"/>
    <w:rsid w:val="00597C6B"/>
    <w:rsid w:val="006313FC"/>
    <w:rsid w:val="0065134D"/>
    <w:rsid w:val="00652F42"/>
    <w:rsid w:val="0068563C"/>
    <w:rsid w:val="006C3FFC"/>
    <w:rsid w:val="006D0B71"/>
    <w:rsid w:val="00721547"/>
    <w:rsid w:val="00721A66"/>
    <w:rsid w:val="00722D2D"/>
    <w:rsid w:val="00734F65"/>
    <w:rsid w:val="00743434"/>
    <w:rsid w:val="00852648"/>
    <w:rsid w:val="008722CA"/>
    <w:rsid w:val="008D4FCF"/>
    <w:rsid w:val="009B38A7"/>
    <w:rsid w:val="009C19F6"/>
    <w:rsid w:val="00A30BE0"/>
    <w:rsid w:val="00AA364C"/>
    <w:rsid w:val="00AA3793"/>
    <w:rsid w:val="00AD58EB"/>
    <w:rsid w:val="00AF60CE"/>
    <w:rsid w:val="00B0430F"/>
    <w:rsid w:val="00B12C61"/>
    <w:rsid w:val="00B4048F"/>
    <w:rsid w:val="00B42D3F"/>
    <w:rsid w:val="00B66C26"/>
    <w:rsid w:val="00BA0188"/>
    <w:rsid w:val="00BA3824"/>
    <w:rsid w:val="00BD0EE3"/>
    <w:rsid w:val="00BD46F3"/>
    <w:rsid w:val="00C12DF4"/>
    <w:rsid w:val="00C160E4"/>
    <w:rsid w:val="00C22CB6"/>
    <w:rsid w:val="00C34859"/>
    <w:rsid w:val="00C402BC"/>
    <w:rsid w:val="00CB3CB2"/>
    <w:rsid w:val="00CD7351"/>
    <w:rsid w:val="00CE128E"/>
    <w:rsid w:val="00DA41C0"/>
    <w:rsid w:val="00DD582E"/>
    <w:rsid w:val="00E4778F"/>
    <w:rsid w:val="00E534C5"/>
    <w:rsid w:val="00E64666"/>
    <w:rsid w:val="00E92BEE"/>
    <w:rsid w:val="00EE450F"/>
    <w:rsid w:val="00F5452A"/>
    <w:rsid w:val="00F63885"/>
    <w:rsid w:val="00F95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009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087009"/>
    <w:pPr>
      <w:keepNext/>
      <w:numPr>
        <w:numId w:val="14"/>
      </w:numPr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087009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"/>
    <w:next w:val="a"/>
    <w:link w:val="31"/>
    <w:qFormat/>
    <w:rsid w:val="00087009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"/>
    <w:next w:val="a"/>
    <w:link w:val="41"/>
    <w:qFormat/>
    <w:rsid w:val="00087009"/>
    <w:pPr>
      <w:keepNext/>
      <w:numPr>
        <w:ilvl w:val="3"/>
        <w:numId w:val="14"/>
      </w:numPr>
      <w:spacing w:before="240" w:after="60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rsid w:val="00087009"/>
    <w:pPr>
      <w:numPr>
        <w:ilvl w:val="4"/>
        <w:numId w:val="14"/>
      </w:numPr>
      <w:spacing w:before="240" w:after="60"/>
      <w:outlineLvl w:val="4"/>
    </w:pPr>
    <w:rPr>
      <w:rFonts w:ascii="Arial" w:hAnsi="Arial"/>
      <w:b/>
      <w:bCs/>
      <w:iCs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B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semiHidden/>
    <w:rsid w:val="0008700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87009"/>
  </w:style>
  <w:style w:type="paragraph" w:styleId="a3">
    <w:name w:val="Body Text"/>
    <w:basedOn w:val="a"/>
    <w:link w:val="a4"/>
    <w:uiPriority w:val="1"/>
    <w:qFormat/>
    <w:rsid w:val="002865EF"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65EF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iPriority w:val="99"/>
    <w:unhideWhenUsed/>
    <w:rsid w:val="00286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5E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865EF"/>
    <w:rPr>
      <w:color w:val="0000FF" w:themeColor="hyperlink"/>
      <w:u w:val="single"/>
    </w:rPr>
  </w:style>
  <w:style w:type="character" w:customStyle="1" w:styleId="11">
    <w:name w:val="Заголовок 1 Знак"/>
    <w:basedOn w:val="a0"/>
    <w:link w:val="10"/>
    <w:rsid w:val="002865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865EF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2865EF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2865EF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65EF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6">
    <w:name w:val="Главный заголовок"/>
    <w:basedOn w:val="a"/>
    <w:rsid w:val="00087009"/>
    <w:pPr>
      <w:jc w:val="center"/>
    </w:pPr>
    <w:rPr>
      <w:smallCaps/>
      <w:sz w:val="36"/>
      <w:szCs w:val="36"/>
    </w:rPr>
  </w:style>
  <w:style w:type="paragraph" w:customStyle="1" w:styleId="a7">
    <w:name w:val="Примечание"/>
    <w:basedOn w:val="a6"/>
    <w:rsid w:val="00087009"/>
    <w:pPr>
      <w:jc w:val="both"/>
    </w:pPr>
    <w:rPr>
      <w:b/>
      <w:sz w:val="24"/>
      <w:szCs w:val="24"/>
      <w:lang w:val="en-US"/>
    </w:rPr>
  </w:style>
  <w:style w:type="paragraph" w:customStyle="1" w:styleId="a8">
    <w:name w:val="Обычный для таблиц"/>
    <w:basedOn w:val="a"/>
    <w:link w:val="a9"/>
    <w:rsid w:val="00087009"/>
    <w:pPr>
      <w:ind w:firstLine="0"/>
    </w:pPr>
  </w:style>
  <w:style w:type="paragraph" w:customStyle="1" w:styleId="aa">
    <w:name w:val="Скрипт_Код"/>
    <w:basedOn w:val="a"/>
    <w:rsid w:val="00087009"/>
    <w:rPr>
      <w:rFonts w:ascii="Courier New" w:hAnsi="Courier New" w:cs="Courier New"/>
    </w:rPr>
  </w:style>
  <w:style w:type="character" w:customStyle="1" w:styleId="ab">
    <w:name w:val="Файл_Путь"/>
    <w:basedOn w:val="a0"/>
    <w:rsid w:val="00087009"/>
    <w:rPr>
      <w:rFonts w:ascii="Courier New" w:hAnsi="Courier New" w:cs="Courier New"/>
      <w:b/>
    </w:rPr>
  </w:style>
  <w:style w:type="paragraph" w:customStyle="1" w:styleId="ac">
    <w:name w:val="Скрипт_Код_Выделенный"/>
    <w:basedOn w:val="aa"/>
    <w:rsid w:val="00087009"/>
    <w:pPr>
      <w:jc w:val="left"/>
    </w:pPr>
    <w:rPr>
      <w:i/>
      <w:color w:val="0000FF"/>
    </w:rPr>
  </w:style>
  <w:style w:type="character" w:customStyle="1" w:styleId="ad">
    <w:name w:val="Файл_Путь_Выделенный"/>
    <w:basedOn w:val="ab"/>
    <w:rsid w:val="00087009"/>
    <w:rPr>
      <w:i/>
      <w:color w:val="0000FF"/>
    </w:rPr>
  </w:style>
  <w:style w:type="paragraph" w:customStyle="1" w:styleId="32">
    <w:name w:val="Подзаголовок_3"/>
    <w:basedOn w:val="30"/>
    <w:rsid w:val="00087009"/>
    <w:pPr>
      <w:numPr>
        <w:ilvl w:val="0"/>
        <w:numId w:val="0"/>
      </w:numPr>
    </w:pPr>
  </w:style>
  <w:style w:type="paragraph" w:customStyle="1" w:styleId="1">
    <w:name w:val="Приложение 1"/>
    <w:basedOn w:val="a"/>
    <w:next w:val="a"/>
    <w:rsid w:val="00087009"/>
    <w:pPr>
      <w:numPr>
        <w:numId w:val="15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"/>
    <w:next w:val="a"/>
    <w:rsid w:val="00087009"/>
    <w:pPr>
      <w:numPr>
        <w:ilvl w:val="1"/>
        <w:numId w:val="15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"/>
    <w:next w:val="a"/>
    <w:rsid w:val="00087009"/>
    <w:pPr>
      <w:numPr>
        <w:ilvl w:val="2"/>
        <w:numId w:val="15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"/>
    <w:next w:val="a"/>
    <w:rsid w:val="00087009"/>
    <w:pPr>
      <w:numPr>
        <w:ilvl w:val="3"/>
        <w:numId w:val="15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paragraph" w:styleId="ae">
    <w:name w:val="List Paragraph"/>
    <w:aliases w:val="МаркированныйЕПБС"/>
    <w:basedOn w:val="a"/>
    <w:uiPriority w:val="34"/>
    <w:qFormat/>
    <w:rsid w:val="002865EF"/>
    <w:pPr>
      <w:ind w:left="720"/>
      <w:contextualSpacing/>
    </w:pPr>
  </w:style>
  <w:style w:type="paragraph" w:customStyle="1" w:styleId="OTRHeadingApp">
    <w:name w:val="OTR_Heading_App"/>
    <w:basedOn w:val="10"/>
    <w:next w:val="a"/>
    <w:uiPriority w:val="99"/>
    <w:rsid w:val="00743434"/>
    <w:pPr>
      <w:pageBreakBefore/>
      <w:numPr>
        <w:numId w:val="19"/>
      </w:numPr>
      <w:spacing w:after="120"/>
      <w:jc w:val="both"/>
    </w:pPr>
    <w:rPr>
      <w:rFonts w:ascii="Times New Roman" w:hAnsi="Times New Roman" w:cs="Times New Roman"/>
      <w:bCs w:val="0"/>
      <w:kern w:val="0"/>
    </w:rPr>
  </w:style>
  <w:style w:type="paragraph" w:customStyle="1" w:styleId="01">
    <w:name w:val="0 Таблица Текст_1"/>
    <w:basedOn w:val="a"/>
    <w:uiPriority w:val="99"/>
    <w:qFormat/>
    <w:rsid w:val="00743434"/>
    <w:pPr>
      <w:ind w:firstLine="0"/>
    </w:pPr>
    <w:rPr>
      <w:color w:val="000000"/>
      <w:sz w:val="20"/>
    </w:rPr>
  </w:style>
  <w:style w:type="character" w:styleId="af">
    <w:name w:val="FollowedHyperlink"/>
    <w:basedOn w:val="a0"/>
    <w:uiPriority w:val="99"/>
    <w:semiHidden/>
    <w:unhideWhenUsed/>
    <w:rsid w:val="004D6654"/>
    <w:rPr>
      <w:color w:val="800080" w:themeColor="followedHyperlink"/>
      <w:u w:val="single"/>
    </w:rPr>
  </w:style>
  <w:style w:type="paragraph" w:styleId="af0">
    <w:name w:val="TOC Heading"/>
    <w:basedOn w:val="10"/>
    <w:next w:val="a"/>
    <w:uiPriority w:val="39"/>
    <w:semiHidden/>
    <w:unhideWhenUsed/>
    <w:qFormat/>
    <w:rsid w:val="003112E2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3112E2"/>
    <w:pPr>
      <w:spacing w:after="100"/>
    </w:pPr>
  </w:style>
  <w:style w:type="paragraph" w:styleId="af1">
    <w:name w:val="Balloon Text"/>
    <w:basedOn w:val="a"/>
    <w:link w:val="af2"/>
    <w:uiPriority w:val="99"/>
    <w:semiHidden/>
    <w:unhideWhenUsed/>
    <w:rsid w:val="003112E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112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бычный для таблиц Знак"/>
    <w:basedOn w:val="a0"/>
    <w:link w:val="a8"/>
    <w:rsid w:val="00C348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61B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3">
    <w:name w:val="caption"/>
    <w:basedOn w:val="a"/>
    <w:next w:val="a"/>
    <w:unhideWhenUsed/>
    <w:qFormat/>
    <w:rsid w:val="00AA364C"/>
    <w:rPr>
      <w:b/>
      <w:bCs/>
      <w:sz w:val="20"/>
      <w:szCs w:val="20"/>
    </w:rPr>
  </w:style>
  <w:style w:type="character" w:customStyle="1" w:styleId="select2-selection">
    <w:name w:val="select2-selection"/>
    <w:basedOn w:val="a0"/>
    <w:rsid w:val="009B3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/epbs/registry/7710568760-KBKCCSS/data?pageSize=10" TargetMode="External"/><Relationship Id="rId13" Type="http://schemas.openxmlformats.org/officeDocument/2006/relationships/hyperlink" Target="http://budget.gov.ru/epbs/registry/7710568760-KBKCCSS/data?sortField=code" TargetMode="External"/><Relationship Id="rId18" Type="http://schemas.openxmlformats.org/officeDocument/2006/relationships/hyperlink" Target="http://budget.gov.ru/epbs/registry/7710568760-KBKCCSS/data?filterfullname=&#1057;&#1091;&#1073;&#1089;&#1080;&#1076;&#1080;&#1080;" TargetMode="External"/><Relationship Id="rId26" Type="http://schemas.openxmlformats.org/officeDocument/2006/relationships/hyperlink" Target="http://budget.gov.ru/epbs/registry/7710568760-KBKCCSS/data?filterminloaddate=27.01.2016&amp;filtermaxloaddate=05.02.2016" TargetMode="External"/><Relationship Id="rId3" Type="http://schemas.openxmlformats.org/officeDocument/2006/relationships/styles" Target="styles.xml"/><Relationship Id="rId21" Type="http://schemas.openxmlformats.org/officeDocument/2006/relationships/hyperlink" Target="http://budget.gov.ru/epbs/registry/7710568760-KBKCCSS/data?filterTOFKCode=9500" TargetMode="External"/><Relationship Id="rId7" Type="http://schemas.openxmlformats.org/officeDocument/2006/relationships/hyperlink" Target="http://ru.wikipedia.org/wiki/JavaScript" TargetMode="External"/><Relationship Id="rId12" Type="http://schemas.openxmlformats.org/officeDocument/2006/relationships/hyperlink" Target="http://budget.gov.ru/epbs/registry/7710568760-KBKCCSS/data?pageSize=1000&amp;offset=100" TargetMode="External"/><Relationship Id="rId17" Type="http://schemas.openxmlformats.org/officeDocument/2006/relationships/hyperlink" Target="http://budget.gov.ru/epbs/registry/7710568760-KBKCCSS/data?filtercode=_8_" TargetMode="External"/><Relationship Id="rId25" Type="http://schemas.openxmlformats.org/officeDocument/2006/relationships/hyperlink" Target="http://budget.gov.ru/epbs/registry/7710568760-KBKCCSS/data?filtermaxloaddate=05.02.201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udget.gov.ru/epbs/registry/7710568760-KBKCCSS/data?filtercode=08" TargetMode="External"/><Relationship Id="rId20" Type="http://schemas.openxmlformats.org/officeDocument/2006/relationships/hyperlink" Target="http://budget.gov.ru/epbs/registry/7710568760-KBKCCSS/data?filterbudgetlevelcode=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A2%D0%B5%D0%BA%D1%81%D1%82%D0%BE%D0%B2%D1%8B%D0%B9_%D1%84%D0%BE%D1%80%D0%BC%D0%B0%D1%82" TargetMode="External"/><Relationship Id="rId11" Type="http://schemas.openxmlformats.org/officeDocument/2006/relationships/hyperlink" Target="http://budget.gov.ru/epbs/registry/7710568760-KBKCCSS/data?offset=100" TargetMode="External"/><Relationship Id="rId24" Type="http://schemas.openxmlformats.org/officeDocument/2006/relationships/hyperlink" Target="http://budget.gov.ru/epbs/registry/7710568760-KBKCCSS/data?filterminloaddate=27.01.20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udget.gov.ru/epbs/registry/7710568760-KBKCCSS/data?sortField=code&amp;sortDir=asc" TargetMode="External"/><Relationship Id="rId23" Type="http://schemas.openxmlformats.org/officeDocument/2006/relationships/hyperlink" Target="http://budget.gov.ru/epbs/registry/7710568760-KBKCCSS/data?filterstatus=ACTIV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udget.gov.ru/epbs/registry/7710568760-KBKCCSS/data?pageNum=2" TargetMode="External"/><Relationship Id="rId19" Type="http://schemas.openxmlformats.org/officeDocument/2006/relationships/hyperlink" Target="http://budget.gov.ru/epbs/registry/7710568760-KBKCCSS/data?filterbudgetcode=990100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dget.gov.ru/epbs/registry/7710568760-KBKCCSS/data?pageSize=100" TargetMode="External"/><Relationship Id="rId14" Type="http://schemas.openxmlformats.org/officeDocument/2006/relationships/hyperlink" Target="http://budget.gov.ru/epbs/registry/7710568760-KBKCCSS/data?sortField=code&amp;sortDir=desc" TargetMode="External"/><Relationship Id="rId22" Type="http://schemas.openxmlformats.org/officeDocument/2006/relationships/hyperlink" Target="http://budget.gov.ru/epbs/registry/7710568760-KBKCCSS/data?filterIsDopClassif=1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ina_s\AppData\Roaming\Microsoft\&#1064;&#1072;&#1073;&#1083;&#1086;&#1085;&#1099;\&#1064;&#1072;&#1073;&#1083;&#1086;&#1085;%20&#1076;&#1083;&#1103;%20&#1076;&#1086;&#1082;&#1091;&#1084;&#1077;&#1085;&#1090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5E83A-430C-407E-A057-C802C9BA4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документации.dot</Template>
  <TotalTime>15</TotalTime>
  <Pages>5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Светлана Викторовна</dc:creator>
  <cp:lastModifiedBy>Васина Светлана Викторовна</cp:lastModifiedBy>
  <cp:revision>10</cp:revision>
  <dcterms:created xsi:type="dcterms:W3CDTF">2016-07-07T20:01:00Z</dcterms:created>
  <dcterms:modified xsi:type="dcterms:W3CDTF">2016-08-30T10:08:00Z</dcterms:modified>
</cp:coreProperties>
</file>