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01" w:rsidRPr="00BD0EE3" w:rsidRDefault="004B2C01" w:rsidP="004B2C01">
      <w:pPr>
        <w:pStyle w:val="a6"/>
      </w:pPr>
      <w:r w:rsidRPr="00341289">
        <w:t xml:space="preserve">Правила использования API </w:t>
      </w:r>
      <w:r w:rsidR="00DE60B5" w:rsidRPr="00DE60B5">
        <w:rPr>
          <w:lang w:val="en-US"/>
        </w:rPr>
        <w:t>KBK</w:t>
      </w:r>
      <w:r w:rsidR="001A19C2">
        <w:rPr>
          <w:lang w:val="en-US"/>
        </w:rPr>
        <w:t>IST</w:t>
      </w:r>
    </w:p>
    <w:p w:rsidR="00DE60B5" w:rsidRDefault="009C19F6" w:rsidP="004B2C01">
      <w:pPr>
        <w:pStyle w:val="a6"/>
      </w:pPr>
      <w:proofErr w:type="gramStart"/>
      <w:r w:rsidRPr="009C19F6">
        <w:t>(</w:t>
      </w:r>
      <w:r w:rsidR="00DE60B5" w:rsidRPr="00DE60B5">
        <w:t>Справочник кодов бюджетной классификации</w:t>
      </w:r>
      <w:proofErr w:type="gramEnd"/>
    </w:p>
    <w:p w:rsidR="009C19F6" w:rsidRPr="009C19F6" w:rsidRDefault="00DE60B5" w:rsidP="004B2C01">
      <w:pPr>
        <w:pStyle w:val="a6"/>
      </w:pPr>
      <w:r w:rsidRPr="00DE60B5">
        <w:t xml:space="preserve"> по </w:t>
      </w:r>
      <w:r w:rsidR="00646570">
        <w:t>ИФ</w:t>
      </w:r>
      <w:r w:rsidRPr="00DE60B5">
        <w:t xml:space="preserve"> (20 символов)</w:t>
      </w:r>
      <w:r w:rsidR="009C19F6" w:rsidRPr="009C19F6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341289" w:rsidRDefault="003112E2" w:rsidP="00561B5E">
          <w:pPr>
            <w:pStyle w:val="af0"/>
            <w:tabs>
              <w:tab w:val="left" w:pos="6363"/>
            </w:tabs>
          </w:pPr>
          <w:r w:rsidRPr="00341289">
            <w:t>Оглавление</w:t>
          </w:r>
          <w:r w:rsidR="00561B5E">
            <w:tab/>
          </w:r>
        </w:p>
        <w:p w:rsidR="00BA12A3" w:rsidRDefault="00971A0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41289">
            <w:fldChar w:fldCharType="begin"/>
          </w:r>
          <w:r w:rsidR="003112E2" w:rsidRPr="00341289">
            <w:instrText xml:space="preserve"> TOC \o "1-3" \h \z \u </w:instrText>
          </w:r>
          <w:r w:rsidRPr="00341289">
            <w:fldChar w:fldCharType="separate"/>
          </w:r>
          <w:hyperlink w:anchor="_Toc455665611" w:history="1">
            <w:r w:rsidR="00BA12A3" w:rsidRPr="00076FD1">
              <w:rPr>
                <w:rStyle w:val="a5"/>
                <w:noProof/>
                <w:lang w:val="en-US"/>
              </w:rPr>
              <w:t>1.</w:t>
            </w:r>
            <w:r w:rsidR="00BA12A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12A3" w:rsidRPr="00076FD1">
              <w:rPr>
                <w:rStyle w:val="a5"/>
                <w:noProof/>
              </w:rPr>
              <w:t>Параметры API</w:t>
            </w:r>
            <w:r w:rsidR="00BA12A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12A3">
              <w:rPr>
                <w:noProof/>
                <w:webHidden/>
              </w:rPr>
              <w:instrText xml:space="preserve"> PAGEREF _Toc455665611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12A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12A3" w:rsidRDefault="00971A0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65612" w:history="1">
            <w:r w:rsidR="00BA12A3" w:rsidRPr="00076FD1">
              <w:rPr>
                <w:rStyle w:val="a5"/>
                <w:noProof/>
                <w:spacing w:val="-2"/>
              </w:rPr>
              <w:t>2.</w:t>
            </w:r>
            <w:r w:rsidR="00BA12A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12A3" w:rsidRPr="00076FD1">
              <w:rPr>
                <w:rStyle w:val="a5"/>
                <w:noProof/>
                <w:spacing w:val="-2"/>
              </w:rPr>
              <w:t>Описание атрибутов</w:t>
            </w:r>
            <w:r w:rsidR="00BA12A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12A3">
              <w:rPr>
                <w:noProof/>
                <w:webHidden/>
              </w:rPr>
              <w:instrText xml:space="preserve"> PAGEREF _Toc455665612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12A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12A3" w:rsidRDefault="00971A0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65613" w:history="1">
            <w:r w:rsidR="00BA12A3" w:rsidRPr="00076FD1">
              <w:rPr>
                <w:rStyle w:val="a5"/>
                <w:noProof/>
                <w:lang w:val="en-US"/>
              </w:rPr>
              <w:t>3.</w:t>
            </w:r>
            <w:r w:rsidR="00BA12A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12A3" w:rsidRPr="00076FD1">
              <w:rPr>
                <w:rStyle w:val="a5"/>
                <w:noProof/>
              </w:rPr>
              <w:t>Описание фильтров</w:t>
            </w:r>
            <w:r w:rsidR="00BA12A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12A3">
              <w:rPr>
                <w:noProof/>
                <w:webHidden/>
              </w:rPr>
              <w:instrText xml:space="preserve"> PAGEREF _Toc455665613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12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12A3" w:rsidRDefault="00971A0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65614" w:history="1">
            <w:r w:rsidR="00BA12A3" w:rsidRPr="00076FD1">
              <w:rPr>
                <w:rStyle w:val="a5"/>
                <w:noProof/>
              </w:rPr>
              <w:t>4.</w:t>
            </w:r>
            <w:r w:rsidR="00BA12A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12A3" w:rsidRPr="00076FD1">
              <w:rPr>
                <w:rStyle w:val="a5"/>
                <w:noProof/>
              </w:rPr>
              <w:t>Лист регистрации изменений</w:t>
            </w:r>
            <w:r w:rsidR="00BA12A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A12A3">
              <w:rPr>
                <w:noProof/>
                <w:webHidden/>
              </w:rPr>
              <w:instrText xml:space="preserve"> PAGEREF _Toc455665614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12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341289" w:rsidRDefault="00971A0B">
          <w:r w:rsidRPr="00341289">
            <w:fldChar w:fldCharType="end"/>
          </w:r>
        </w:p>
      </w:sdtContent>
    </w:sdt>
    <w:p w:rsidR="00BA0188" w:rsidRPr="00341289" w:rsidRDefault="00BA0188" w:rsidP="008D4FCF">
      <w:pPr>
        <w:rPr>
          <w:lang w:val="en-US"/>
        </w:rPr>
      </w:pPr>
      <w:bookmarkStart w:id="0" w:name="_Toc445725779"/>
    </w:p>
    <w:p w:rsidR="008D4FCF" w:rsidRPr="00341289" w:rsidRDefault="008D4FCF" w:rsidP="008D4FCF">
      <w:r w:rsidRPr="00341289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341289" w:rsidRDefault="008D4FCF" w:rsidP="008D4FCF">
      <w:r w:rsidRPr="00341289">
        <w:t>JSON - (</w:t>
      </w:r>
      <w:proofErr w:type="spellStart"/>
      <w:r w:rsidRPr="00341289">
        <w:t>JavaScript</w:t>
      </w:r>
      <w:proofErr w:type="spellEnd"/>
      <w:r w:rsidRPr="00341289">
        <w:t xml:space="preserve"> </w:t>
      </w:r>
      <w:proofErr w:type="spellStart"/>
      <w:r w:rsidRPr="00341289">
        <w:t>Object</w:t>
      </w:r>
      <w:proofErr w:type="spellEnd"/>
      <w:r w:rsidRPr="00341289">
        <w:t xml:space="preserve"> </w:t>
      </w:r>
      <w:proofErr w:type="spellStart"/>
      <w:r w:rsidRPr="00341289">
        <w:t>Notation</w:t>
      </w:r>
      <w:proofErr w:type="spellEnd"/>
      <w:r w:rsidRPr="00341289">
        <w:t xml:space="preserve">) - </w:t>
      </w:r>
      <w:hyperlink r:id="rId6">
        <w:r w:rsidRPr="00341289">
          <w:t xml:space="preserve">текстовый формат </w:t>
        </w:r>
      </w:hyperlink>
      <w:r w:rsidRPr="00341289">
        <w:t xml:space="preserve">обмена данными, основанный на </w:t>
      </w:r>
      <w:hyperlink r:id="rId7">
        <w:proofErr w:type="spellStart"/>
        <w:r w:rsidRPr="00341289">
          <w:t>JavaScript</w:t>
        </w:r>
        <w:proofErr w:type="spellEnd"/>
        <w:r w:rsidRPr="00341289">
          <w:t xml:space="preserve"> </w:t>
        </w:r>
      </w:hyperlink>
      <w:r w:rsidRPr="00341289">
        <w:t xml:space="preserve">и обычно используемый именно с этим языком. </w:t>
      </w:r>
    </w:p>
    <w:p w:rsidR="008D4FCF" w:rsidRPr="004D460F" w:rsidRDefault="008D4FCF" w:rsidP="008D4FCF">
      <w:r w:rsidRPr="00341289">
        <w:t xml:space="preserve">Для формирования запроса </w:t>
      </w:r>
      <w:r w:rsidRPr="004D460F">
        <w:t xml:space="preserve">необходимо в адресной строке после адреса страницы ввести </w:t>
      </w:r>
      <w:r w:rsidR="00C402BC" w:rsidRPr="004D460F">
        <w:t>«</w:t>
      </w:r>
      <w:r w:rsidRPr="004D460F">
        <w:t>?</w:t>
      </w:r>
      <w:r w:rsidR="00C402BC" w:rsidRPr="004D460F">
        <w:t>»</w:t>
      </w:r>
      <w:r w:rsidRPr="004D460F">
        <w:t xml:space="preserve">, а затем один или несколько параметров запроса. Например: </w:t>
      </w:r>
      <w:hyperlink r:id="rId8" w:history="1">
        <w:r w:rsidR="005410E3" w:rsidRPr="009313A9">
          <w:rPr>
            <w:rStyle w:val="a5"/>
            <w:lang w:val="en-US"/>
          </w:rPr>
          <w:t>http</w:t>
        </w:r>
        <w:r w:rsidR="005410E3" w:rsidRPr="009313A9">
          <w:rPr>
            <w:rStyle w:val="a5"/>
          </w:rPr>
          <w:t>://</w:t>
        </w:r>
        <w:r w:rsidR="005410E3" w:rsidRPr="009313A9">
          <w:rPr>
            <w:rStyle w:val="a5"/>
            <w:lang w:val="en-US"/>
          </w:rPr>
          <w:t>budget</w:t>
        </w:r>
        <w:r w:rsidR="005410E3" w:rsidRPr="009313A9">
          <w:rPr>
            <w:rStyle w:val="a5"/>
          </w:rPr>
          <w:t>.</w:t>
        </w:r>
        <w:proofErr w:type="spellStart"/>
        <w:r w:rsidR="005410E3" w:rsidRPr="009313A9">
          <w:rPr>
            <w:rStyle w:val="a5"/>
            <w:lang w:val="en-US"/>
          </w:rPr>
          <w:t>gov</w:t>
        </w:r>
        <w:proofErr w:type="spellEnd"/>
        <w:r w:rsidR="005410E3" w:rsidRPr="009313A9">
          <w:rPr>
            <w:rStyle w:val="a5"/>
          </w:rPr>
          <w:t>.</w:t>
        </w:r>
        <w:proofErr w:type="spellStart"/>
        <w:r w:rsidR="005410E3" w:rsidRPr="009313A9">
          <w:rPr>
            <w:rStyle w:val="a5"/>
            <w:lang w:val="en-US"/>
          </w:rPr>
          <w:t>ru</w:t>
        </w:r>
        <w:proofErr w:type="spellEnd"/>
        <w:r w:rsidR="005410E3" w:rsidRPr="009313A9">
          <w:rPr>
            <w:rStyle w:val="a5"/>
          </w:rPr>
          <w:t>/</w:t>
        </w:r>
        <w:r w:rsidR="005410E3" w:rsidRPr="009313A9">
          <w:rPr>
            <w:rStyle w:val="a5"/>
            <w:lang w:val="en-US"/>
          </w:rPr>
          <w:t>epbs</w:t>
        </w:r>
        <w:r w:rsidR="005410E3" w:rsidRPr="009313A9">
          <w:rPr>
            <w:rStyle w:val="a5"/>
          </w:rPr>
          <w:t>/</w:t>
        </w:r>
        <w:r w:rsidR="005410E3" w:rsidRPr="009313A9">
          <w:rPr>
            <w:rStyle w:val="a5"/>
            <w:lang w:val="en-US"/>
          </w:rPr>
          <w:t>registry</w:t>
        </w:r>
        <w:r w:rsidR="005410E3" w:rsidRPr="009313A9">
          <w:rPr>
            <w:rStyle w:val="a5"/>
          </w:rPr>
          <w:t>/7710568760-</w:t>
        </w:r>
        <w:r w:rsidR="005410E3" w:rsidRPr="009313A9">
          <w:rPr>
            <w:rStyle w:val="a5"/>
            <w:lang w:val="en-US"/>
          </w:rPr>
          <w:t>KBKIST</w:t>
        </w:r>
        <w:r w:rsidR="005410E3" w:rsidRPr="009313A9">
          <w:rPr>
            <w:rStyle w:val="a5"/>
          </w:rPr>
          <w:t>/</w:t>
        </w:r>
        <w:r w:rsidR="005410E3" w:rsidRPr="009313A9">
          <w:rPr>
            <w:rStyle w:val="a5"/>
            <w:lang w:val="en-US"/>
          </w:rPr>
          <w:t>data</w:t>
        </w:r>
        <w:r w:rsidR="005410E3" w:rsidRPr="009313A9">
          <w:rPr>
            <w:rStyle w:val="a5"/>
          </w:rPr>
          <w:t>?</w:t>
        </w:r>
        <w:proofErr w:type="spellStart"/>
        <w:r w:rsidR="005410E3" w:rsidRPr="009313A9">
          <w:rPr>
            <w:rStyle w:val="a5"/>
            <w:lang w:val="en-US"/>
          </w:rPr>
          <w:t>pageSize</w:t>
        </w:r>
        <w:proofErr w:type="spellEnd"/>
        <w:r w:rsidR="005410E3" w:rsidRPr="009313A9">
          <w:rPr>
            <w:rStyle w:val="a5"/>
          </w:rPr>
          <w:t>=10</w:t>
        </w:r>
      </w:hyperlink>
      <w:r w:rsidRPr="004D460F">
        <w:t>.</w:t>
      </w:r>
    </w:p>
    <w:p w:rsidR="008D4FCF" w:rsidRPr="004D460F" w:rsidRDefault="008D4FCF" w:rsidP="008D4FCF">
      <w:pPr>
        <w:pStyle w:val="10"/>
        <w:rPr>
          <w:lang w:val="en-US"/>
        </w:rPr>
      </w:pPr>
      <w:bookmarkStart w:id="1" w:name="_Toc455665611"/>
      <w:r w:rsidRPr="004D460F">
        <w:t>Параметры API</w:t>
      </w:r>
      <w:bookmarkEnd w:id="0"/>
      <w:bookmarkEnd w:id="1"/>
    </w:p>
    <w:p w:rsidR="008D4FCF" w:rsidRPr="00341289" w:rsidRDefault="008D4FCF" w:rsidP="008D4FCF">
      <w:pPr>
        <w:rPr>
          <w:b/>
        </w:rPr>
      </w:pPr>
      <w:r w:rsidRPr="00341289">
        <w:rPr>
          <w:b/>
        </w:rPr>
        <w:t>Для API предусмотрены следующие параметры запросов:</w:t>
      </w:r>
    </w:p>
    <w:p w:rsidR="002865EF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pageSize</w:t>
      </w:r>
      <w:proofErr w:type="spellEnd"/>
      <w:r w:rsidRPr="00341289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341289">
        <w:rPr>
          <w:spacing w:val="-4"/>
        </w:rPr>
        <w:t>П</w:t>
      </w:r>
      <w:r w:rsidRPr="00341289">
        <w:t xml:space="preserve">о </w:t>
      </w:r>
      <w:r w:rsidRPr="00341289">
        <w:rPr>
          <w:spacing w:val="-4"/>
        </w:rPr>
        <w:t>у</w:t>
      </w:r>
      <w:r w:rsidRPr="00341289">
        <w:t>мо</w:t>
      </w:r>
      <w:r w:rsidRPr="00341289">
        <w:rPr>
          <w:spacing w:val="-1"/>
        </w:rPr>
        <w:t>л</w:t>
      </w:r>
      <w:r w:rsidRPr="00341289">
        <w:t>ча</w:t>
      </w:r>
      <w:r w:rsidRPr="00341289">
        <w:rPr>
          <w:spacing w:val="-1"/>
        </w:rPr>
        <w:t>н</w:t>
      </w:r>
      <w:r w:rsidRPr="00341289">
        <w:t>ию выводится</w:t>
      </w:r>
      <w:r w:rsidRPr="00341289">
        <w:rPr>
          <w:spacing w:val="-4"/>
        </w:rPr>
        <w:t xml:space="preserve"> </w:t>
      </w:r>
      <w:r w:rsidRPr="00341289">
        <w:t>10</w:t>
      </w:r>
      <w:r w:rsidRPr="00341289">
        <w:rPr>
          <w:spacing w:val="1"/>
        </w:rPr>
        <w:t xml:space="preserve"> </w:t>
      </w:r>
      <w:r w:rsidRPr="00341289">
        <w:rPr>
          <w:spacing w:val="-2"/>
        </w:rPr>
        <w:t>э</w:t>
      </w:r>
      <w:r w:rsidRPr="00341289">
        <w:rPr>
          <w:spacing w:val="-1"/>
        </w:rPr>
        <w:t>л</w:t>
      </w:r>
      <w:r w:rsidRPr="00341289">
        <w:t>ем</w:t>
      </w:r>
      <w:r w:rsidRPr="00341289">
        <w:rPr>
          <w:spacing w:val="-3"/>
        </w:rPr>
        <w:t>е</w:t>
      </w:r>
      <w:r w:rsidRPr="00341289">
        <w:t>н</w:t>
      </w:r>
      <w:r w:rsidRPr="00341289">
        <w:rPr>
          <w:spacing w:val="-3"/>
        </w:rPr>
        <w:t>т</w:t>
      </w:r>
      <w:r w:rsidRPr="00341289">
        <w:t xml:space="preserve">ов. Чтобы изменить количество элементов на одной странице нужно ввести, например: </w:t>
      </w:r>
    </w:p>
    <w:p w:rsidR="002865EF" w:rsidRPr="00341289" w:rsidRDefault="00971A0B" w:rsidP="002865EF">
      <w:pPr>
        <w:pStyle w:val="ae"/>
        <w:ind w:left="0" w:firstLine="0"/>
      </w:pPr>
      <w:hyperlink r:id="rId9" w:history="1">
        <w:r w:rsidR="005410E3" w:rsidRPr="009313A9">
          <w:rPr>
            <w:rStyle w:val="a5"/>
          </w:rPr>
          <w:t>http://budget.gov.ru/epbs/registry/7710568760-KBKIST/data?pageSize=100</w:t>
        </w:r>
      </w:hyperlink>
      <w:r w:rsidR="00DE60B5">
        <w:t>,</w:t>
      </w:r>
      <w:r w:rsidR="00DE60B5" w:rsidRPr="00DE60B5">
        <w:t xml:space="preserve"> </w:t>
      </w:r>
      <w:r w:rsidR="002865EF" w:rsidRPr="00341289">
        <w:t>количество отображаемых элемент</w:t>
      </w:r>
      <w:r w:rsidR="00C402BC" w:rsidRPr="00341289">
        <w:t>ов на одной странице станет 100</w:t>
      </w:r>
      <w:r w:rsidR="002865EF" w:rsidRPr="00341289">
        <w:t>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pageNum</w:t>
      </w:r>
      <w:proofErr w:type="spellEnd"/>
      <w:r w:rsidRPr="00341289">
        <w:t xml:space="preserve"> - задает номер отображаемой страницы. Если в запросе указать </w:t>
      </w:r>
      <w:hyperlink r:id="rId10" w:history="1">
        <w:r w:rsidR="005410E3" w:rsidRPr="009313A9">
          <w:rPr>
            <w:rStyle w:val="a5"/>
          </w:rPr>
          <w:t>http://budget.gov.ru/epbs/registry/7710568760-KBKIST/data?pageNum=2</w:t>
        </w:r>
      </w:hyperlink>
      <w:r w:rsidRPr="00341289">
        <w:t xml:space="preserve">,  в ответе отобразится 2 страница.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offset</w:t>
      </w:r>
      <w:proofErr w:type="spellEnd"/>
      <w:r w:rsidRPr="00341289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5410E3" w:rsidRPr="009313A9">
          <w:rPr>
            <w:rStyle w:val="a5"/>
          </w:rPr>
          <w:t>http://budget.gov.ru/epbs/registry/7710568760-KBKIST/data?offset=100</w:t>
        </w:r>
      </w:hyperlink>
      <w:r w:rsidR="005410E3" w:rsidRPr="005410E3">
        <w:t xml:space="preserve"> </w:t>
      </w:r>
      <w:r w:rsidRPr="00341289">
        <w:t xml:space="preserve">вывод данных начнется со 101го элемента.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AF60CE" w:rsidRPr="00341289" w:rsidRDefault="00AF60CE" w:rsidP="00AF60CE">
      <w:pPr>
        <w:pStyle w:val="ae"/>
        <w:numPr>
          <w:ilvl w:val="0"/>
          <w:numId w:val="16"/>
        </w:numPr>
        <w:ind w:left="0" w:firstLine="357"/>
      </w:pPr>
      <w:r w:rsidRPr="00341289">
        <w:t>Если в одном запросе требуется объединить несколько параметров, то используется символ</w:t>
      </w:r>
      <w:proofErr w:type="gramStart"/>
      <w:r w:rsidRPr="00341289">
        <w:t>:</w:t>
      </w:r>
      <w:r w:rsidR="00721547" w:rsidRPr="00341289">
        <w:t xml:space="preserve"> </w:t>
      </w:r>
      <w:r w:rsidR="00F95178" w:rsidRPr="00341289">
        <w:t>«</w:t>
      </w:r>
      <w:r w:rsidRPr="00341289">
        <w:rPr>
          <w:b/>
        </w:rPr>
        <w:t>&amp;</w:t>
      </w:r>
      <w:r w:rsidR="00F95178" w:rsidRPr="00341289">
        <w:t>»</w:t>
      </w:r>
      <w:r w:rsidRPr="00341289">
        <w:t>.</w:t>
      </w:r>
      <w:r w:rsidR="00721547" w:rsidRPr="00341289">
        <w:t xml:space="preserve"> </w:t>
      </w:r>
      <w:proofErr w:type="gramEnd"/>
      <w:r w:rsidRPr="00341289">
        <w:t>Пример</w:t>
      </w:r>
      <w:r w:rsidRPr="00AD58EB">
        <w:t xml:space="preserve">: </w:t>
      </w:r>
      <w:hyperlink r:id="rId12" w:history="1">
        <w:r w:rsidR="005410E3" w:rsidRPr="009313A9">
          <w:rPr>
            <w:rStyle w:val="a5"/>
            <w:lang w:val="en-US"/>
          </w:rPr>
          <w:t>http</w:t>
        </w:r>
        <w:r w:rsidR="005410E3" w:rsidRPr="009313A9">
          <w:rPr>
            <w:rStyle w:val="a5"/>
          </w:rPr>
          <w:t>://</w:t>
        </w:r>
        <w:r w:rsidR="005410E3" w:rsidRPr="009313A9">
          <w:rPr>
            <w:rStyle w:val="a5"/>
            <w:lang w:val="en-US"/>
          </w:rPr>
          <w:t>budget</w:t>
        </w:r>
        <w:r w:rsidR="005410E3" w:rsidRPr="009313A9">
          <w:rPr>
            <w:rStyle w:val="a5"/>
          </w:rPr>
          <w:t>.</w:t>
        </w:r>
        <w:proofErr w:type="spellStart"/>
        <w:r w:rsidR="005410E3" w:rsidRPr="009313A9">
          <w:rPr>
            <w:rStyle w:val="a5"/>
            <w:lang w:val="en-US"/>
          </w:rPr>
          <w:t>gov</w:t>
        </w:r>
        <w:proofErr w:type="spellEnd"/>
        <w:r w:rsidR="005410E3" w:rsidRPr="009313A9">
          <w:rPr>
            <w:rStyle w:val="a5"/>
          </w:rPr>
          <w:t>.</w:t>
        </w:r>
        <w:proofErr w:type="spellStart"/>
        <w:r w:rsidR="005410E3" w:rsidRPr="009313A9">
          <w:rPr>
            <w:rStyle w:val="a5"/>
            <w:lang w:val="en-US"/>
          </w:rPr>
          <w:t>ru</w:t>
        </w:r>
        <w:proofErr w:type="spellEnd"/>
        <w:r w:rsidR="005410E3" w:rsidRPr="009313A9">
          <w:rPr>
            <w:rStyle w:val="a5"/>
          </w:rPr>
          <w:t>/</w:t>
        </w:r>
        <w:r w:rsidR="005410E3" w:rsidRPr="009313A9">
          <w:rPr>
            <w:rStyle w:val="a5"/>
            <w:lang w:val="en-US"/>
          </w:rPr>
          <w:t>epbs</w:t>
        </w:r>
        <w:r w:rsidR="005410E3" w:rsidRPr="009313A9">
          <w:rPr>
            <w:rStyle w:val="a5"/>
          </w:rPr>
          <w:t>/</w:t>
        </w:r>
        <w:r w:rsidR="005410E3" w:rsidRPr="009313A9">
          <w:rPr>
            <w:rStyle w:val="a5"/>
            <w:lang w:val="en-US"/>
          </w:rPr>
          <w:t>registry</w:t>
        </w:r>
        <w:r w:rsidR="005410E3" w:rsidRPr="009313A9">
          <w:rPr>
            <w:rStyle w:val="a5"/>
          </w:rPr>
          <w:t>/7710568760-</w:t>
        </w:r>
        <w:r w:rsidR="005410E3" w:rsidRPr="009313A9">
          <w:rPr>
            <w:rStyle w:val="a5"/>
            <w:lang w:val="en-US"/>
          </w:rPr>
          <w:t>KBKIST</w:t>
        </w:r>
        <w:r w:rsidR="005410E3" w:rsidRPr="009313A9">
          <w:rPr>
            <w:rStyle w:val="a5"/>
          </w:rPr>
          <w:t>/</w:t>
        </w:r>
        <w:r w:rsidR="005410E3" w:rsidRPr="009313A9">
          <w:rPr>
            <w:rStyle w:val="a5"/>
            <w:lang w:val="en-US"/>
          </w:rPr>
          <w:t>data</w:t>
        </w:r>
        <w:r w:rsidR="005410E3" w:rsidRPr="009313A9">
          <w:rPr>
            <w:rStyle w:val="a5"/>
          </w:rPr>
          <w:t>?</w:t>
        </w:r>
        <w:proofErr w:type="spellStart"/>
        <w:r w:rsidR="005410E3" w:rsidRPr="009313A9">
          <w:rPr>
            <w:rStyle w:val="a5"/>
            <w:lang w:val="en-US"/>
          </w:rPr>
          <w:t>pageSize</w:t>
        </w:r>
        <w:proofErr w:type="spellEnd"/>
        <w:r w:rsidR="005410E3" w:rsidRPr="009313A9">
          <w:rPr>
            <w:rStyle w:val="a5"/>
          </w:rPr>
          <w:t>=1000&amp;</w:t>
        </w:r>
        <w:r w:rsidR="005410E3" w:rsidRPr="009313A9">
          <w:rPr>
            <w:rStyle w:val="a5"/>
            <w:lang w:val="en-US"/>
          </w:rPr>
          <w:t>offset</w:t>
        </w:r>
        <w:r w:rsidR="005410E3" w:rsidRPr="009313A9">
          <w:rPr>
            <w:rStyle w:val="a5"/>
          </w:rPr>
          <w:t>=100</w:t>
        </w:r>
      </w:hyperlink>
      <w:r w:rsidRPr="00AD58EB">
        <w:t xml:space="preserve">.  </w:t>
      </w:r>
      <w:r w:rsidRPr="00341289">
        <w:t xml:space="preserve">Количество отображаемых элементов на одной странице будет 1000, вывод данных начнется с 101-го элемента. </w:t>
      </w:r>
    </w:p>
    <w:p w:rsidR="00AD58EB" w:rsidRPr="00AD58EB" w:rsidRDefault="004D6654" w:rsidP="00210727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AD58EB">
        <w:rPr>
          <w:b/>
        </w:rPr>
        <w:t>sortField</w:t>
      </w:r>
      <w:proofErr w:type="spellEnd"/>
      <w:r w:rsidRPr="00341289">
        <w:t xml:space="preserve"> отвечает за сортировку данных по определенному атрибуту. </w:t>
      </w:r>
      <w:r w:rsidR="00210727" w:rsidRPr="00341289">
        <w:t>По умолчанию сортировка осуществляется по атрибуту</w:t>
      </w:r>
      <w:r w:rsidR="00AF60CE" w:rsidRPr="00341289">
        <w:t xml:space="preserve"> </w:t>
      </w:r>
      <w:proofErr w:type="spellStart"/>
      <w:r w:rsidR="00210727" w:rsidRPr="00341289">
        <w:t>Code</w:t>
      </w:r>
      <w:proofErr w:type="spellEnd"/>
      <w:r w:rsidR="00210727" w:rsidRPr="00341289">
        <w:t xml:space="preserve">. </w:t>
      </w:r>
      <w:r w:rsidRPr="00341289">
        <w:t xml:space="preserve">Сортировка возможна по всем атрибутам. </w:t>
      </w:r>
    </w:p>
    <w:p w:rsidR="00210727" w:rsidRPr="00341289" w:rsidRDefault="004D6654" w:rsidP="00AD58EB">
      <w:pPr>
        <w:pStyle w:val="ae"/>
        <w:ind w:left="357" w:firstLine="0"/>
      </w:pPr>
      <w:r w:rsidRPr="00341289">
        <w:t xml:space="preserve">Например: </w:t>
      </w:r>
      <w:hyperlink r:id="rId13" w:history="1">
        <w:r w:rsidR="005410E3" w:rsidRPr="009313A9">
          <w:rPr>
            <w:rStyle w:val="a5"/>
          </w:rPr>
          <w:t>http://budget.gov.ru/epbs/registry/7710568760-KBKIST/data?sortField=code</w:t>
        </w:r>
      </w:hyperlink>
      <w:r w:rsidR="005410E3" w:rsidRPr="005410E3">
        <w:t xml:space="preserve"> </w:t>
      </w:r>
      <w:r w:rsidRPr="00341289">
        <w:t xml:space="preserve">- сортировка по атрибуту </w:t>
      </w:r>
      <w:r w:rsidR="00F95178" w:rsidRPr="00AD58EB">
        <w:rPr>
          <w:lang w:val="en-US"/>
        </w:rPr>
        <w:t>C</w:t>
      </w:r>
      <w:proofErr w:type="spellStart"/>
      <w:r w:rsidRPr="00341289">
        <w:t>ode</w:t>
      </w:r>
      <w:proofErr w:type="spellEnd"/>
      <w:r w:rsidRPr="00341289">
        <w:t xml:space="preserve">. </w:t>
      </w:r>
    </w:p>
    <w:p w:rsidR="0068563C" w:rsidRPr="00341289" w:rsidRDefault="004D6654" w:rsidP="00F95178">
      <w:pPr>
        <w:pStyle w:val="ae"/>
        <w:keepNext/>
        <w:ind w:left="0"/>
      </w:pPr>
      <w:r w:rsidRPr="00341289">
        <w:lastRenderedPageBreak/>
        <w:t xml:space="preserve">Для изменения порядка сортировки используется параметр </w:t>
      </w:r>
      <w:proofErr w:type="spellStart"/>
      <w:r w:rsidRPr="00341289">
        <w:rPr>
          <w:b/>
        </w:rPr>
        <w:t>sortDir</w:t>
      </w:r>
      <w:proofErr w:type="spellEnd"/>
      <w:r w:rsidR="0068563C" w:rsidRPr="00341289">
        <w:t>:</w:t>
      </w:r>
    </w:p>
    <w:p w:rsidR="00AF60CE" w:rsidRPr="00341289" w:rsidRDefault="00971A0B" w:rsidP="0068563C">
      <w:pPr>
        <w:pStyle w:val="ae"/>
        <w:numPr>
          <w:ilvl w:val="0"/>
          <w:numId w:val="20"/>
        </w:numPr>
      </w:pPr>
      <w:hyperlink r:id="rId14" w:history="1">
        <w:r w:rsidR="005410E3" w:rsidRPr="009313A9">
          <w:rPr>
            <w:rStyle w:val="a5"/>
          </w:rPr>
          <w:t>http://budget.gov.ru/epbs/registry/7710568760-KBKIST/data?sortField=code&amp;sortDir=desc</w:t>
        </w:r>
      </w:hyperlink>
      <w:r w:rsidR="005410E3" w:rsidRPr="005410E3">
        <w:t xml:space="preserve"> </w:t>
      </w:r>
      <w:r w:rsidR="00AF60CE" w:rsidRPr="00341289">
        <w:t xml:space="preserve">- </w:t>
      </w:r>
      <w:r w:rsidR="004D6654" w:rsidRPr="00341289">
        <w:t xml:space="preserve">сортировка по убыванию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 xml:space="preserve">, </w:t>
      </w:r>
    </w:p>
    <w:p w:rsidR="00295623" w:rsidRPr="005410E3" w:rsidRDefault="00971A0B" w:rsidP="003564BB">
      <w:pPr>
        <w:pStyle w:val="ae"/>
        <w:numPr>
          <w:ilvl w:val="0"/>
          <w:numId w:val="20"/>
        </w:numPr>
      </w:pPr>
      <w:hyperlink r:id="rId15" w:history="1">
        <w:r w:rsidR="005410E3" w:rsidRPr="009313A9">
          <w:rPr>
            <w:rStyle w:val="a5"/>
          </w:rPr>
          <w:t>http://budget.gov.ru/epbs/registry/7710568760-KBKIST/data?sortField=code&amp;sortDir=asc</w:t>
        </w:r>
      </w:hyperlink>
      <w:r w:rsidR="005410E3" w:rsidRPr="005410E3">
        <w:t xml:space="preserve"> </w:t>
      </w:r>
      <w:r w:rsidR="00AF60CE" w:rsidRPr="00341289">
        <w:t xml:space="preserve">- </w:t>
      </w:r>
      <w:r w:rsidR="004D6654" w:rsidRPr="00341289">
        <w:t xml:space="preserve"> сортировка по возрастанию по атрибуту </w:t>
      </w:r>
      <w:r w:rsidR="00F95178" w:rsidRPr="005410E3">
        <w:rPr>
          <w:lang w:val="en-US"/>
        </w:rPr>
        <w:t>C</w:t>
      </w:r>
      <w:proofErr w:type="spellStart"/>
      <w:r w:rsidR="004D6654" w:rsidRPr="005410E3">
        <w:t>ode</w:t>
      </w:r>
      <w:proofErr w:type="spellEnd"/>
      <w:r w:rsidR="004D6654" w:rsidRPr="005410E3">
        <w:t>.</w:t>
      </w:r>
    </w:p>
    <w:p w:rsidR="00AD58EB" w:rsidRPr="005410E3" w:rsidRDefault="00AD58EB" w:rsidP="00AD58EB">
      <w:pPr>
        <w:pStyle w:val="10"/>
        <w:rPr>
          <w:spacing w:val="-2"/>
          <w:lang w:val="en-US"/>
        </w:rPr>
      </w:pPr>
      <w:bookmarkStart w:id="2" w:name="_Toc455665612"/>
      <w:r w:rsidRPr="005410E3">
        <w:rPr>
          <w:spacing w:val="-2"/>
        </w:rPr>
        <w:t>Описание атрибутов</w:t>
      </w:r>
      <w:bookmarkEnd w:id="2"/>
    </w:p>
    <w:p w:rsidR="005410E3" w:rsidRPr="005410E3" w:rsidRDefault="005410E3" w:rsidP="005410E3">
      <w:pPr>
        <w:keepNext/>
        <w:jc w:val="left"/>
      </w:pPr>
      <w:r w:rsidRPr="005410E3">
        <w:rPr>
          <w:spacing w:val="-2"/>
        </w:rPr>
        <w:t>В отчете используются следующие атрибут</w:t>
      </w:r>
      <w:r w:rsidRPr="005410E3">
        <w:t>ы</w:t>
      </w:r>
      <w:r w:rsidRPr="005410E3">
        <w:rPr>
          <w:spacing w:val="-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7"/>
        <w:gridCol w:w="1032"/>
        <w:gridCol w:w="842"/>
        <w:gridCol w:w="1572"/>
        <w:gridCol w:w="3276"/>
      </w:tblGrid>
      <w:tr w:rsidR="005410E3" w:rsidRPr="005410E3" w:rsidTr="005410E3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410E3" w:rsidRPr="005410E3" w:rsidRDefault="005410E3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410E3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410E3" w:rsidRPr="005410E3" w:rsidRDefault="005410E3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410E3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410E3" w:rsidRPr="005410E3" w:rsidRDefault="005410E3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410E3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410E3" w:rsidRPr="005410E3" w:rsidRDefault="005410E3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410E3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410E3" w:rsidRPr="005410E3" w:rsidRDefault="005410E3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410E3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5410E3" w:rsidRPr="005410E3" w:rsidTr="005410E3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5410E3">
              <w:rPr>
                <w:lang w:val="en-US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proofErr w:type="spellStart"/>
            <w:r w:rsidRPr="005410E3">
              <w:rPr>
                <w:lang w:eastAsia="en-US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5410E3">
              <w:rPr>
                <w:lang w:val="en-US" w:eastAsia="en-US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5410E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5410E3">
              <w:rPr>
                <w:lang w:val="en-US" w:eastAsia="en-US"/>
              </w:rPr>
              <w:t>Глобально-уникальный</w:t>
            </w:r>
            <w:proofErr w:type="spellEnd"/>
            <w:r w:rsidRPr="005410E3">
              <w:rPr>
                <w:lang w:val="en-US" w:eastAsia="en-US"/>
              </w:rPr>
              <w:t xml:space="preserve"> </w:t>
            </w:r>
            <w:proofErr w:type="spellStart"/>
            <w:r w:rsidRPr="005410E3">
              <w:rPr>
                <w:lang w:val="en-US" w:eastAsia="en-US"/>
              </w:rPr>
              <w:t>идентификатор</w:t>
            </w:r>
            <w:proofErr w:type="spellEnd"/>
            <w:r w:rsidRPr="005410E3">
              <w:rPr>
                <w:lang w:val="en-US" w:eastAsia="en-US"/>
              </w:rPr>
              <w:t xml:space="preserve"> </w:t>
            </w:r>
            <w:proofErr w:type="spellStart"/>
            <w:r w:rsidRPr="005410E3">
              <w:rPr>
                <w:lang w:val="en-US" w:eastAsia="en-US"/>
              </w:rPr>
              <w:t>записи</w:t>
            </w:r>
            <w:proofErr w:type="spellEnd"/>
          </w:p>
        </w:tc>
      </w:tr>
      <w:tr w:rsidR="005410E3" w:rsidRPr="005410E3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E3" w:rsidRPr="005410E3" w:rsidRDefault="005410E3" w:rsidP="007C3921">
            <w:pPr>
              <w:pStyle w:val="01"/>
              <w:jc w:val="left"/>
              <w:rPr>
                <w:color w:val="auto"/>
                <w:szCs w:val="20"/>
                <w:lang w:val="en-US"/>
              </w:rPr>
            </w:pPr>
            <w:proofErr w:type="spellStart"/>
            <w:r w:rsidRPr="005410E3">
              <w:rPr>
                <w:color w:val="auto"/>
                <w:szCs w:val="20"/>
                <w:lang w:val="en-US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r w:rsidRPr="005410E3">
              <w:rPr>
                <w:lang w:val="en-US" w:eastAsia="en-US"/>
              </w:rPr>
              <w:t>date time</w:t>
            </w:r>
            <w:r w:rsidRPr="005410E3"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E3" w:rsidRPr="005410E3" w:rsidRDefault="005410E3" w:rsidP="004C3321">
            <w:pPr>
              <w:pStyle w:val="01"/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E3" w:rsidRPr="005410E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5410E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proofErr w:type="spellStart"/>
            <w:r w:rsidRPr="005410E3">
              <w:rPr>
                <w:lang w:val="en-US" w:eastAsia="en-US"/>
              </w:rPr>
              <w:t>Дата</w:t>
            </w:r>
            <w:proofErr w:type="spellEnd"/>
            <w:r w:rsidRPr="005410E3">
              <w:rPr>
                <w:lang w:val="en-US" w:eastAsia="en-US"/>
              </w:rPr>
              <w:t xml:space="preserve"> </w:t>
            </w:r>
            <w:proofErr w:type="spellStart"/>
            <w:r w:rsidRPr="005410E3">
              <w:rPr>
                <w:lang w:val="en-US" w:eastAsia="en-US"/>
              </w:rPr>
              <w:t>начала</w:t>
            </w:r>
            <w:proofErr w:type="spellEnd"/>
            <w:r w:rsidRPr="005410E3">
              <w:rPr>
                <w:lang w:val="en-US" w:eastAsia="en-US"/>
              </w:rPr>
              <w:t xml:space="preserve"> </w:t>
            </w:r>
            <w:proofErr w:type="spellStart"/>
            <w:r w:rsidRPr="005410E3">
              <w:rPr>
                <w:lang w:val="en-US" w:eastAsia="en-US"/>
              </w:rPr>
              <w:t>действия</w:t>
            </w:r>
            <w:proofErr w:type="spellEnd"/>
            <w:r w:rsidRPr="005410E3">
              <w:rPr>
                <w:lang w:eastAsia="en-US"/>
              </w:rPr>
              <w:t xml:space="preserve"> записи</w:t>
            </w:r>
          </w:p>
        </w:tc>
      </w:tr>
      <w:tr w:rsidR="005410E3" w:rsidRPr="005410E3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5410E3">
              <w:rPr>
                <w:color w:val="auto"/>
                <w:szCs w:val="20"/>
                <w:lang w:val="en-US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proofErr w:type="spellStart"/>
            <w:r w:rsidRPr="005410E3">
              <w:rPr>
                <w:lang w:val="en-US" w:eastAsia="en-US"/>
              </w:rPr>
              <w:t>datetime</w:t>
            </w:r>
            <w:proofErr w:type="spellEnd"/>
            <w:r w:rsidRPr="005410E3"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5410E3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proofErr w:type="spellStart"/>
            <w:r w:rsidRPr="005410E3">
              <w:rPr>
                <w:lang w:val="en-US" w:eastAsia="en-US"/>
              </w:rPr>
              <w:t>Дата</w:t>
            </w:r>
            <w:proofErr w:type="spellEnd"/>
            <w:r w:rsidRPr="005410E3">
              <w:rPr>
                <w:lang w:val="en-US" w:eastAsia="en-US"/>
              </w:rPr>
              <w:t xml:space="preserve"> </w:t>
            </w:r>
            <w:proofErr w:type="spellStart"/>
            <w:r w:rsidRPr="005410E3">
              <w:rPr>
                <w:lang w:val="en-US" w:eastAsia="en-US"/>
              </w:rPr>
              <w:t>окончания</w:t>
            </w:r>
            <w:proofErr w:type="spellEnd"/>
            <w:r w:rsidRPr="005410E3">
              <w:rPr>
                <w:lang w:val="en-US" w:eastAsia="en-US"/>
              </w:rPr>
              <w:t xml:space="preserve"> </w:t>
            </w:r>
            <w:proofErr w:type="spellStart"/>
            <w:r w:rsidRPr="005410E3">
              <w:rPr>
                <w:lang w:val="en-US" w:eastAsia="en-US"/>
              </w:rPr>
              <w:t>действия</w:t>
            </w:r>
            <w:proofErr w:type="spellEnd"/>
            <w:r w:rsidRPr="005410E3">
              <w:rPr>
                <w:lang w:eastAsia="en-US"/>
              </w:rPr>
              <w:t xml:space="preserve"> записи</w:t>
            </w:r>
          </w:p>
        </w:tc>
      </w:tr>
      <w:tr w:rsidR="005410E3" w:rsidRPr="005410E3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left"/>
              <w:rPr>
                <w:color w:val="auto"/>
                <w:szCs w:val="20"/>
                <w:lang w:val="en-US"/>
              </w:rPr>
            </w:pPr>
            <w:r w:rsidRPr="005410E3">
              <w:rPr>
                <w:color w:val="auto"/>
                <w:szCs w:val="20"/>
                <w:lang w:val="en-US"/>
              </w:rPr>
              <w:t>status</w:t>
            </w:r>
          </w:p>
          <w:p w:rsidR="005410E3" w:rsidRPr="005410E3" w:rsidDel="008A6C90" w:rsidRDefault="005410E3" w:rsidP="004C3321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lang w:val="en-US" w:eastAsia="en-US"/>
              </w:rPr>
            </w:pPr>
            <w:r w:rsidRPr="005410E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5410E3">
              <w:rPr>
                <w:lang w:val="en-US" w:eastAsia="en-US"/>
              </w:rPr>
              <w:t>&lt;</w:t>
            </w:r>
            <w:r w:rsidRPr="005410E3">
              <w:rPr>
                <w:lang w:eastAsia="en-US"/>
              </w:rPr>
              <w:t>=</w:t>
            </w:r>
            <w:r w:rsidRPr="005410E3">
              <w:rPr>
                <w:lang w:val="en-US"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lang w:eastAsia="en-US"/>
              </w:rPr>
            </w:pPr>
            <w:proofErr w:type="spellStart"/>
            <w:r w:rsidRPr="005410E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r w:rsidRPr="005410E3">
              <w:rPr>
                <w:lang w:val="en-US" w:eastAsia="en-US"/>
              </w:rPr>
              <w:t>C</w:t>
            </w:r>
            <w:proofErr w:type="spellStart"/>
            <w:r w:rsidRPr="005410E3">
              <w:rPr>
                <w:lang w:eastAsia="en-US"/>
              </w:rPr>
              <w:t>татус</w:t>
            </w:r>
            <w:proofErr w:type="spellEnd"/>
            <w:r w:rsidRPr="005410E3">
              <w:rPr>
                <w:lang w:eastAsia="en-US"/>
              </w:rPr>
              <w:t xml:space="preserve"> записи.</w:t>
            </w:r>
          </w:p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r w:rsidRPr="005410E3">
              <w:rPr>
                <w:lang w:eastAsia="en-US"/>
              </w:rPr>
              <w:t>Допустимые значения:</w:t>
            </w:r>
          </w:p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r w:rsidRPr="005410E3">
              <w:rPr>
                <w:lang w:eastAsia="en-US"/>
              </w:rPr>
              <w:t>ACTIVE – актуальная;</w:t>
            </w:r>
          </w:p>
          <w:p w:rsidR="005410E3" w:rsidRPr="005410E3" w:rsidRDefault="005410E3" w:rsidP="004C3321">
            <w:pPr>
              <w:pStyle w:val="01"/>
              <w:rPr>
                <w:lang w:eastAsia="en-US"/>
              </w:rPr>
            </w:pPr>
            <w:r w:rsidRPr="005410E3">
              <w:rPr>
                <w:lang w:eastAsia="en-US"/>
              </w:rPr>
              <w:t>ARCHIVE – архивная.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glava</w:t>
            </w:r>
            <w:r w:rsidR="008A2EC3">
              <w:rPr>
                <w:sz w:val="20"/>
                <w:szCs w:val="20"/>
                <w:lang w:val="en-US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eastAsia="en-US"/>
              </w:rPr>
              <w:t>Код Главы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groupcode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eastAsia="en-US"/>
              </w:rPr>
            </w:pPr>
            <w:r w:rsidRPr="00DE4CD3">
              <w:rPr>
                <w:lang w:eastAsia="en-US"/>
              </w:rPr>
              <w:t>Код группы и подгруппы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statcode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eastAsia="en-US"/>
              </w:rPr>
              <w:t>Код</w:t>
            </w:r>
            <w:r w:rsidRPr="00DE4CD3">
              <w:rPr>
                <w:lang w:val="en-US" w:eastAsia="en-US"/>
              </w:rPr>
              <w:t xml:space="preserve"> </w:t>
            </w:r>
            <w:proofErr w:type="spellStart"/>
            <w:r w:rsidRPr="00DE4CD3">
              <w:rPr>
                <w:lang w:val="en-US" w:eastAsia="en-US"/>
              </w:rPr>
              <w:t>статьи</w:t>
            </w:r>
            <w:proofErr w:type="spellEnd"/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sourcetypecode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eastAsia="en-US"/>
              </w:rPr>
            </w:pPr>
            <w:r w:rsidRPr="00DE4CD3">
              <w:rPr>
                <w:lang w:eastAsia="en-US"/>
              </w:rPr>
              <w:t>Код вида источников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kosgucode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Default="005410E3" w:rsidP="004C3321">
            <w:pPr>
              <w:pStyle w:val="01"/>
              <w:rPr>
                <w:lang w:eastAsia="en-US"/>
              </w:rPr>
            </w:pPr>
            <w:r w:rsidRPr="00DE4CD3">
              <w:rPr>
                <w:lang w:eastAsia="en-US"/>
              </w:rPr>
              <w:t>Код КОСГУ</w:t>
            </w:r>
            <w:r>
              <w:rPr>
                <w:lang w:eastAsia="en-US"/>
              </w:rPr>
              <w:t>.</w:t>
            </w:r>
          </w:p>
          <w:p w:rsidR="005410E3" w:rsidRPr="00DE4CD3" w:rsidRDefault="005410E3" w:rsidP="004C3321">
            <w:pPr>
              <w:pStyle w:val="01"/>
              <w:rPr>
                <w:lang w:eastAsia="en-US"/>
              </w:rPr>
            </w:pPr>
            <w:r w:rsidRPr="00FF19F1">
              <w:rPr>
                <w:lang w:eastAsia="en-US"/>
              </w:rPr>
              <w:t>Заполняется для записей, действующих до 31.12.2015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RDefault="005410E3" w:rsidP="004C3321">
            <w:pPr>
              <w:ind w:hanging="71"/>
              <w:rPr>
                <w:sz w:val="20"/>
                <w:szCs w:val="20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analyticalgroupcode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Del="009C6914" w:rsidRDefault="005410E3" w:rsidP="004C3321">
            <w:pPr>
              <w:pStyle w:val="01"/>
              <w:rPr>
                <w:lang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Del="009C6914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FF19F1">
              <w:rPr>
                <w:lang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Del="009C6914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FF19F1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Default="005410E3" w:rsidP="004C3321">
            <w:pPr>
              <w:pStyle w:val="01"/>
              <w:rPr>
                <w:lang w:eastAsia="en-US"/>
              </w:rPr>
            </w:pPr>
            <w:r w:rsidRPr="00DE4CD3">
              <w:rPr>
                <w:lang w:eastAsia="en-US"/>
              </w:rPr>
              <w:t>К</w:t>
            </w:r>
            <w:r w:rsidRPr="00FF19F1">
              <w:rPr>
                <w:lang w:eastAsia="en-US"/>
              </w:rPr>
              <w:t>од</w:t>
            </w:r>
            <w:r w:rsidRPr="00DE4CD3">
              <w:rPr>
                <w:lang w:eastAsia="en-US"/>
              </w:rPr>
              <w:t xml:space="preserve"> аналитической группы</w:t>
            </w:r>
            <w:r>
              <w:rPr>
                <w:lang w:eastAsia="en-US"/>
              </w:rPr>
              <w:t>.</w:t>
            </w:r>
          </w:p>
          <w:p w:rsidR="005410E3" w:rsidRPr="00DE4CD3" w:rsidDel="009C6914" w:rsidRDefault="005410E3" w:rsidP="004C3321">
            <w:pPr>
              <w:pStyle w:val="01"/>
              <w:rPr>
                <w:lang w:eastAsia="en-US"/>
              </w:rPr>
            </w:pPr>
            <w:r w:rsidRPr="00DE4CD3">
              <w:rPr>
                <w:lang w:eastAsia="en-US"/>
              </w:rPr>
              <w:t xml:space="preserve">Заполняется для записей, </w:t>
            </w:r>
            <w:r w:rsidRPr="00DE4CD3">
              <w:t>действующих с 01.01.2016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RDefault="005410E3" w:rsidP="004C3321">
            <w:pPr>
              <w:ind w:hanging="71"/>
              <w:rPr>
                <w:sz w:val="20"/>
                <w:szCs w:val="20"/>
              </w:rPr>
            </w:pPr>
            <w:r w:rsidRPr="00DE4CD3">
              <w:rPr>
                <w:sz w:val="20"/>
                <w:szCs w:val="20"/>
                <w:lang w:val="en-US"/>
              </w:rPr>
              <w:t>code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RDefault="005410E3" w:rsidP="004C3321">
            <w:pPr>
              <w:pStyle w:val="01"/>
              <w:rPr>
                <w:lang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DE4CD3">
              <w:rPr>
                <w:lang w:eastAsia="en-US"/>
              </w:rPr>
              <w:t>=20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FF19F1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RDefault="005410E3" w:rsidP="004C3321">
            <w:pPr>
              <w:pStyle w:val="01"/>
              <w:rPr>
                <w:lang w:eastAsia="en-US"/>
              </w:rPr>
            </w:pPr>
            <w:r w:rsidRPr="00FF19F1">
              <w:rPr>
                <w:lang w:eastAsia="en-US"/>
              </w:rPr>
              <w:t xml:space="preserve">Код 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shortname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DE4CD3">
              <w:rPr>
                <w:lang w:val="en-US" w:eastAsia="en-US"/>
              </w:rPr>
              <w:t>&lt;</w:t>
            </w:r>
            <w:r w:rsidRPr="00DE4CD3">
              <w:rPr>
                <w:lang w:eastAsia="en-US"/>
              </w:rPr>
              <w:t>=254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</w:pPr>
            <w:r w:rsidRPr="00DE4CD3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FF19F1" w:rsidRDefault="005410E3" w:rsidP="004C3321">
            <w:pPr>
              <w:pStyle w:val="01"/>
              <w:rPr>
                <w:lang w:eastAsia="en-US"/>
              </w:rPr>
            </w:pPr>
            <w:r w:rsidRPr="00FF19F1">
              <w:rPr>
                <w:lang w:eastAsia="en-US"/>
              </w:rPr>
              <w:t>Сокращенное наименование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fullname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&lt;=</w:t>
            </w:r>
            <w:r w:rsidRPr="00DE4CD3">
              <w:rPr>
                <w:lang w:eastAsia="en-US"/>
              </w:rPr>
              <w:t>2</w:t>
            </w:r>
            <w:r w:rsidRPr="00DE4CD3">
              <w:rPr>
                <w:lang w:val="en-US" w:eastAsia="en-US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</w:pPr>
            <w:r w:rsidRPr="00DE4CD3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7C2C8D" w:rsidRDefault="005410E3" w:rsidP="004C3321">
            <w:pPr>
              <w:pStyle w:val="01"/>
              <w:jc w:val="left"/>
            </w:pPr>
            <w:r w:rsidRPr="007C2C8D">
              <w:t>Полное наименование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budgcode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DE4CD3">
              <w:rPr>
                <w:lang w:eastAsia="en-US"/>
              </w:rPr>
              <w:t>=8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</w:pPr>
            <w:r w:rsidRPr="00DE4CD3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7C2C8D" w:rsidRDefault="005410E3" w:rsidP="004C3321">
            <w:pPr>
              <w:pStyle w:val="01"/>
              <w:jc w:val="left"/>
            </w:pPr>
            <w:r w:rsidRPr="007C2C8D">
              <w:t>Код бюджета</w:t>
            </w:r>
          </w:p>
        </w:tc>
      </w:tr>
      <w:tr w:rsidR="005410E3" w:rsidRPr="002C2112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DE4CD3">
              <w:rPr>
                <w:sz w:val="20"/>
                <w:szCs w:val="20"/>
                <w:lang w:val="en-US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DE4CD3">
              <w:rPr>
                <w:lang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center"/>
              <w:rPr>
                <w:lang w:eastAsia="en-US"/>
              </w:rPr>
            </w:pPr>
            <w:r w:rsidRPr="00DE4CD3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DE4CD3" w:rsidRDefault="005410E3" w:rsidP="004C3321">
            <w:pPr>
              <w:pStyle w:val="01"/>
              <w:jc w:val="left"/>
            </w:pPr>
            <w:r w:rsidRPr="007C2C8D">
              <w:t>ТОФК</w:t>
            </w:r>
          </w:p>
        </w:tc>
      </w:tr>
      <w:tr w:rsidR="005410E3" w:rsidRPr="005410E3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ind w:hanging="71"/>
              <w:rPr>
                <w:sz w:val="20"/>
                <w:szCs w:val="20"/>
                <w:lang w:val="en-US"/>
              </w:rPr>
            </w:pPr>
            <w:proofErr w:type="spellStart"/>
            <w:r w:rsidRPr="005410E3">
              <w:rPr>
                <w:sz w:val="20"/>
                <w:szCs w:val="20"/>
                <w:lang w:val="en-US"/>
              </w:rPr>
              <w:t>dateinclusion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szCs w:val="20"/>
                <w:lang w:eastAsia="en-US"/>
              </w:rPr>
            </w:pPr>
            <w:r w:rsidRPr="005410E3">
              <w:rPr>
                <w:szCs w:val="20"/>
                <w:lang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eastAsia="en-US"/>
              </w:rPr>
            </w:pPr>
            <w:r w:rsidRPr="005410E3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left"/>
            </w:pPr>
            <w:r w:rsidRPr="005410E3">
              <w:t>Дата включения кода в справочник</w:t>
            </w:r>
          </w:p>
        </w:tc>
      </w:tr>
      <w:tr w:rsidR="005410E3" w:rsidRPr="005410E3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a8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5410E3">
              <w:rPr>
                <w:sz w:val="20"/>
                <w:szCs w:val="20"/>
                <w:lang w:val="en-US"/>
              </w:rPr>
              <w:t>dateexclusion</w:t>
            </w:r>
            <w:proofErr w:type="spellEnd"/>
            <w:r w:rsidRPr="005410E3">
              <w:rPr>
                <w:sz w:val="20"/>
                <w:szCs w:val="20"/>
                <w:lang w:val="en-US"/>
              </w:rPr>
              <w:t xml:space="preserve"> </w:t>
            </w:r>
          </w:p>
          <w:p w:rsidR="005410E3" w:rsidRPr="005410E3" w:rsidRDefault="005410E3" w:rsidP="004C3321">
            <w:pPr>
              <w:pStyle w:val="a8"/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rPr>
                <w:szCs w:val="20"/>
                <w:lang w:eastAsia="en-US"/>
              </w:rPr>
            </w:pPr>
            <w:r w:rsidRPr="005410E3">
              <w:rPr>
                <w:szCs w:val="20"/>
                <w:lang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</w:rPr>
            </w:pPr>
            <w:r w:rsidRPr="005410E3">
              <w:rPr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left"/>
            </w:pPr>
            <w:r w:rsidRPr="005410E3">
              <w:t>Дата исключения кода из справочника</w:t>
            </w:r>
          </w:p>
        </w:tc>
      </w:tr>
      <w:tr w:rsidR="005410E3" w:rsidRPr="005410E3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5410E3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eastAsia="en-US"/>
              </w:rPr>
            </w:pPr>
            <w:proofErr w:type="spellStart"/>
            <w:r w:rsidRPr="005410E3">
              <w:rPr>
                <w:szCs w:val="20"/>
                <w:lang w:val="en-US" w:eastAsia="en-US"/>
              </w:rPr>
              <w:t>datetime</w:t>
            </w:r>
            <w:proofErr w:type="spellEnd"/>
            <w:r w:rsidRPr="005410E3">
              <w:rPr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eastAsia="en-US"/>
              </w:rPr>
            </w:pPr>
            <w:r w:rsidRPr="005410E3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a8"/>
              <w:rPr>
                <w:sz w:val="20"/>
                <w:szCs w:val="20"/>
              </w:rPr>
            </w:pPr>
            <w:r w:rsidRPr="005410E3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5410E3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5410E3" w:rsidRPr="005410E3" w:rsidTr="005410E3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5410E3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5410E3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5410E3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3" w:rsidRPr="005410E3" w:rsidRDefault="005410E3" w:rsidP="004C3321">
            <w:pPr>
              <w:pStyle w:val="a8"/>
              <w:rPr>
                <w:sz w:val="20"/>
                <w:szCs w:val="20"/>
              </w:rPr>
            </w:pPr>
            <w:r w:rsidRPr="005410E3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5410E3" w:rsidRDefault="005410E3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bookmarkStart w:id="3" w:name="_Toc455665613"/>
      <w:bookmarkStart w:id="4" w:name="_Toc430598245"/>
      <w:bookmarkStart w:id="5" w:name="_Toc445725794"/>
      <w:r>
        <w:br w:type="page"/>
      </w:r>
    </w:p>
    <w:p w:rsidR="004D460F" w:rsidRDefault="003564BB" w:rsidP="004D460F">
      <w:pPr>
        <w:pStyle w:val="10"/>
        <w:rPr>
          <w:lang w:val="en-US"/>
        </w:rPr>
      </w:pPr>
      <w:r w:rsidRPr="00341289">
        <w:lastRenderedPageBreak/>
        <w:t>Описание фильтров</w:t>
      </w:r>
      <w:bookmarkEnd w:id="3"/>
      <w:r w:rsidR="00925C6B" w:rsidRPr="00925C6B">
        <w:t xml:space="preserve"> </w:t>
      </w:r>
    </w:p>
    <w:p w:rsidR="00C50683" w:rsidRPr="00DF2FC6" w:rsidRDefault="00C50683" w:rsidP="00C50683">
      <w:pPr>
        <w:jc w:val="left"/>
      </w:pPr>
      <w:r w:rsidRPr="00DF2FC6">
        <w:t xml:space="preserve">При помощи параметра </w:t>
      </w:r>
      <w:proofErr w:type="spellStart"/>
      <w:r w:rsidRPr="00DF2FC6">
        <w:t>filter</w:t>
      </w:r>
      <w:proofErr w:type="spellEnd"/>
      <w:r w:rsidRPr="00DF2FC6">
        <w:t xml:space="preserve"> осуществляется поиск по атрибутам:</w:t>
      </w:r>
    </w:p>
    <w:p w:rsidR="00C50683" w:rsidRPr="00341289" w:rsidRDefault="00C50683" w:rsidP="00C50683">
      <w:pPr>
        <w:pStyle w:val="ae"/>
        <w:numPr>
          <w:ilvl w:val="0"/>
          <w:numId w:val="18"/>
        </w:numPr>
      </w:pPr>
      <w:r w:rsidRPr="003564BB">
        <w:rPr>
          <w:b/>
        </w:rPr>
        <w:t>Код (совокупный код)</w:t>
      </w:r>
      <w:r>
        <w:t xml:space="preserve"> (</w:t>
      </w:r>
      <w:r w:rsidRPr="005F7916">
        <w:rPr>
          <w:b/>
        </w:rPr>
        <w:t xml:space="preserve">атрибут </w:t>
      </w:r>
      <w:proofErr w:type="spellStart"/>
      <w:r w:rsidRPr="005F7916">
        <w:rPr>
          <w:b/>
        </w:rPr>
        <w:t>code</w:t>
      </w:r>
      <w:proofErr w:type="spellEnd"/>
      <w:r>
        <w:t>). Длин</w:t>
      </w:r>
      <w:r w:rsidRPr="00341289">
        <w:t xml:space="preserve">а атрибута равна </w:t>
      </w:r>
      <w:r>
        <w:t>20</w:t>
      </w:r>
      <w:r w:rsidRPr="00341289">
        <w:t xml:space="preserve"> знакам. </w:t>
      </w:r>
    </w:p>
    <w:p w:rsidR="00C50683" w:rsidRPr="00341289" w:rsidRDefault="00C50683" w:rsidP="00C50683">
      <w:pPr>
        <w:pStyle w:val="ae"/>
        <w:ind w:left="717" w:firstLine="0"/>
      </w:pPr>
      <w:r w:rsidRPr="00341289">
        <w:t xml:space="preserve">Например, если указать в запросе </w:t>
      </w:r>
      <w:hyperlink r:id="rId16" w:history="1">
        <w:r w:rsidRPr="009313A9">
          <w:rPr>
            <w:rStyle w:val="a5"/>
          </w:rPr>
          <w:t>http://budget.gov.ru/epbs/registry/7710568760-KBK</w:t>
        </w:r>
        <w:r>
          <w:rPr>
            <w:rStyle w:val="a5"/>
          </w:rPr>
          <w:t>IST</w:t>
        </w:r>
        <w:r w:rsidRPr="009313A9">
          <w:rPr>
            <w:rStyle w:val="a5"/>
          </w:rPr>
          <w:t>/data?filtercode=116</w:t>
        </w:r>
      </w:hyperlink>
      <w:r w:rsidRPr="00341289">
        <w:t>, то в ответ получим только те записи</w:t>
      </w:r>
      <w:r>
        <w:t>, у которых в коде содержится «116</w:t>
      </w:r>
      <w:r w:rsidRPr="00341289">
        <w:t xml:space="preserve">». </w:t>
      </w:r>
    </w:p>
    <w:p w:rsidR="00C50683" w:rsidRPr="00341289" w:rsidRDefault="00C50683" w:rsidP="00C50683">
      <w:pPr>
        <w:pStyle w:val="ae"/>
        <w:ind w:left="717" w:firstLine="0"/>
      </w:pPr>
      <w:r w:rsidRPr="00341289">
        <w:t xml:space="preserve">Для того чтобы вывести в отчет те записи, у которых в коде </w:t>
      </w:r>
      <w:r>
        <w:t>с четвертой по шестую цифру</w:t>
      </w:r>
      <w:r w:rsidRPr="00341289">
        <w:t xml:space="preserve"> </w:t>
      </w:r>
      <w:r>
        <w:t>содержится значение 116</w:t>
      </w:r>
      <w:r w:rsidRPr="00341289">
        <w:t xml:space="preserve"> нужно вместо оставшихся цифр ввести символ "_". Запрос будет выглядеть следующим образом:</w:t>
      </w:r>
    </w:p>
    <w:p w:rsidR="00C50683" w:rsidRDefault="00C47B7F" w:rsidP="00C50683">
      <w:pPr>
        <w:pStyle w:val="ae"/>
        <w:ind w:left="717" w:firstLine="0"/>
      </w:pPr>
      <w:hyperlink r:id="rId17" w:history="1">
        <w:r w:rsidRPr="00377F09">
          <w:rPr>
            <w:rStyle w:val="a5"/>
            <w:lang w:val="en-US"/>
          </w:rPr>
          <w:t>http</w:t>
        </w:r>
        <w:r w:rsidRPr="00377F09">
          <w:rPr>
            <w:rStyle w:val="a5"/>
          </w:rPr>
          <w:t>://</w:t>
        </w:r>
        <w:r w:rsidRPr="00377F09">
          <w:rPr>
            <w:rStyle w:val="a5"/>
            <w:lang w:val="en-US"/>
          </w:rPr>
          <w:t>budget</w:t>
        </w:r>
        <w:r w:rsidRPr="00377F09">
          <w:rPr>
            <w:rStyle w:val="a5"/>
          </w:rPr>
          <w:t>.</w:t>
        </w:r>
        <w:proofErr w:type="spellStart"/>
        <w:r w:rsidRPr="00377F09">
          <w:rPr>
            <w:rStyle w:val="a5"/>
            <w:lang w:val="en-US"/>
          </w:rPr>
          <w:t>gov</w:t>
        </w:r>
        <w:proofErr w:type="spellEnd"/>
        <w:r w:rsidRPr="00377F09">
          <w:rPr>
            <w:rStyle w:val="a5"/>
          </w:rPr>
          <w:t>.</w:t>
        </w:r>
        <w:proofErr w:type="spellStart"/>
        <w:r w:rsidRPr="00377F09">
          <w:rPr>
            <w:rStyle w:val="a5"/>
            <w:lang w:val="en-US"/>
          </w:rPr>
          <w:t>ru</w:t>
        </w:r>
        <w:proofErr w:type="spellEnd"/>
        <w:r w:rsidRPr="00377F09">
          <w:rPr>
            <w:rStyle w:val="a5"/>
          </w:rPr>
          <w:t>/</w:t>
        </w:r>
        <w:r w:rsidRPr="00377F09">
          <w:rPr>
            <w:rStyle w:val="a5"/>
            <w:lang w:val="en-US"/>
          </w:rPr>
          <w:t>epbs</w:t>
        </w:r>
        <w:r w:rsidRPr="00377F09">
          <w:rPr>
            <w:rStyle w:val="a5"/>
          </w:rPr>
          <w:t>/</w:t>
        </w:r>
        <w:r w:rsidRPr="00377F09">
          <w:rPr>
            <w:rStyle w:val="a5"/>
            <w:lang w:val="en-US"/>
          </w:rPr>
          <w:t>registry</w:t>
        </w:r>
        <w:r w:rsidRPr="00377F09">
          <w:rPr>
            <w:rStyle w:val="a5"/>
          </w:rPr>
          <w:t>/7710568760-</w:t>
        </w:r>
        <w:r w:rsidRPr="00377F09">
          <w:rPr>
            <w:rStyle w:val="a5"/>
            <w:lang w:val="en-US"/>
          </w:rPr>
          <w:t>KBKIST</w:t>
        </w:r>
        <w:r w:rsidRPr="00377F09">
          <w:rPr>
            <w:rStyle w:val="a5"/>
          </w:rPr>
          <w:t>/</w:t>
        </w:r>
        <w:r w:rsidRPr="00377F09">
          <w:rPr>
            <w:rStyle w:val="a5"/>
            <w:lang w:val="en-US"/>
          </w:rPr>
          <w:t>data</w:t>
        </w:r>
        <w:r w:rsidRPr="00377F09">
          <w:rPr>
            <w:rStyle w:val="a5"/>
          </w:rPr>
          <w:t>?</w:t>
        </w:r>
        <w:proofErr w:type="spellStart"/>
        <w:r w:rsidRPr="00377F09">
          <w:rPr>
            <w:rStyle w:val="a5"/>
            <w:lang w:val="en-US"/>
          </w:rPr>
          <w:t>filtercode</w:t>
        </w:r>
        <w:proofErr w:type="spellEnd"/>
        <w:r w:rsidRPr="00377F09">
          <w:rPr>
            <w:rStyle w:val="a5"/>
          </w:rPr>
          <w:t>=___116______________</w:t>
        </w:r>
      </w:hyperlink>
      <w:r w:rsidR="00C50683" w:rsidRPr="00817D0B">
        <w:t xml:space="preserve">. </w:t>
      </w:r>
      <w:r w:rsidR="00C50683" w:rsidRPr="00341289">
        <w:t>Данный вид сортировки данных возможен и в других фильтрах, содержащих цифровые значения.</w:t>
      </w:r>
    </w:p>
    <w:p w:rsidR="00C50683" w:rsidRDefault="00C50683" w:rsidP="00C50683">
      <w:pPr>
        <w:pStyle w:val="ae"/>
        <w:numPr>
          <w:ilvl w:val="0"/>
          <w:numId w:val="18"/>
        </w:numPr>
        <w:rPr>
          <w:b/>
        </w:rPr>
      </w:pPr>
      <w:r>
        <w:rPr>
          <w:b/>
        </w:rPr>
        <w:t>Код Главы (а</w:t>
      </w:r>
      <w:r w:rsidRPr="001E3628">
        <w:rPr>
          <w:b/>
        </w:rPr>
        <w:t xml:space="preserve">трибут </w:t>
      </w:r>
      <w:proofErr w:type="spellStart"/>
      <w:r w:rsidRPr="001E3628">
        <w:rPr>
          <w:b/>
        </w:rPr>
        <w:t>glava</w:t>
      </w:r>
      <w:r w:rsidR="008A2EC3">
        <w:rPr>
          <w:b/>
        </w:rPr>
        <w:t>code</w:t>
      </w:r>
      <w:proofErr w:type="spellEnd"/>
      <w:r w:rsidRPr="001E3628">
        <w:rPr>
          <w:b/>
        </w:rPr>
        <w:t xml:space="preserve">). </w:t>
      </w:r>
      <w:r>
        <w:t>Длин</w:t>
      </w:r>
      <w:r w:rsidRPr="00341289">
        <w:t xml:space="preserve">а атрибута равна </w:t>
      </w:r>
      <w:r>
        <w:t>3</w:t>
      </w:r>
      <w:r w:rsidRPr="00341289">
        <w:t xml:space="preserve"> знакам</w:t>
      </w:r>
      <w:r>
        <w:t>.</w:t>
      </w:r>
    </w:p>
    <w:p w:rsidR="00C50683" w:rsidRPr="00341289" w:rsidRDefault="00C50683" w:rsidP="00C50683">
      <w:pPr>
        <w:pStyle w:val="ae"/>
        <w:ind w:left="717" w:firstLine="0"/>
      </w:pPr>
      <w:r w:rsidRPr="00341289">
        <w:t xml:space="preserve">Например, если указать в запросе </w:t>
      </w:r>
      <w:hyperlink r:id="rId18" w:history="1">
        <w:r w:rsidR="008A2EC3" w:rsidRPr="00B12B19">
          <w:rPr>
            <w:rStyle w:val="a5"/>
          </w:rPr>
          <w:t>http://budget.gov.ru/epbs/registry/7710568760-KBKIST/data?filterglavacode=092</w:t>
        </w:r>
      </w:hyperlink>
      <w:r w:rsidRPr="00341289">
        <w:t>, то в ответ получим только те записи</w:t>
      </w:r>
      <w:r>
        <w:t>, у которых в коде содержится «092</w:t>
      </w:r>
      <w:r w:rsidRPr="00341289">
        <w:t xml:space="preserve">». </w:t>
      </w:r>
    </w:p>
    <w:p w:rsidR="00C50683" w:rsidRPr="001E3628" w:rsidRDefault="00C50683" w:rsidP="00C50683">
      <w:pPr>
        <w:pStyle w:val="ae"/>
        <w:numPr>
          <w:ilvl w:val="0"/>
          <w:numId w:val="18"/>
        </w:numPr>
      </w:pPr>
      <w:r w:rsidRPr="001E3628">
        <w:rPr>
          <w:b/>
        </w:rPr>
        <w:t xml:space="preserve">Код </w:t>
      </w:r>
      <w:r w:rsidRPr="00B8603A">
        <w:rPr>
          <w:b/>
        </w:rPr>
        <w:t xml:space="preserve">группы и подгруппы </w:t>
      </w:r>
      <w:r>
        <w:rPr>
          <w:b/>
        </w:rPr>
        <w:t>(а</w:t>
      </w:r>
      <w:r w:rsidRPr="001E3628">
        <w:rPr>
          <w:b/>
        </w:rPr>
        <w:t xml:space="preserve">трибут </w:t>
      </w:r>
      <w:proofErr w:type="spellStart"/>
      <w:r w:rsidRPr="00B8603A">
        <w:rPr>
          <w:b/>
        </w:rPr>
        <w:t>groupcode</w:t>
      </w:r>
      <w:proofErr w:type="spellEnd"/>
      <w:r w:rsidRPr="001E3628">
        <w:rPr>
          <w:b/>
        </w:rPr>
        <w:t>).</w:t>
      </w:r>
      <w:r>
        <w:rPr>
          <w:b/>
        </w:rPr>
        <w:t xml:space="preserve"> </w:t>
      </w:r>
      <w:r>
        <w:t>Длина атрибута равна 4</w:t>
      </w:r>
      <w:r w:rsidRPr="001E3628">
        <w:t xml:space="preserve"> знакам.</w:t>
      </w:r>
    </w:p>
    <w:p w:rsidR="00C50683" w:rsidRPr="00341289" w:rsidRDefault="00C50683" w:rsidP="00C50683">
      <w:pPr>
        <w:pStyle w:val="ae"/>
        <w:ind w:left="717" w:firstLine="0"/>
      </w:pPr>
      <w:r w:rsidRPr="00341289">
        <w:t xml:space="preserve">Например, если указать в запросе </w:t>
      </w:r>
      <w:hyperlink r:id="rId19" w:history="1">
        <w:r w:rsidR="008A2EC3" w:rsidRPr="00B12B19">
          <w:rPr>
            <w:rStyle w:val="a5"/>
          </w:rPr>
          <w:t>http://budget.gov.ru/epbs/registry/7710568760-KBKIST/data?filtergroupcode=0105</w:t>
        </w:r>
      </w:hyperlink>
      <w:r w:rsidRPr="00341289">
        <w:t>, то в ответ получим только те записи</w:t>
      </w:r>
      <w:r>
        <w:t>, у которых в коде содержится «0105</w:t>
      </w:r>
      <w:r w:rsidRPr="00341289">
        <w:t xml:space="preserve">». </w:t>
      </w:r>
    </w:p>
    <w:p w:rsidR="00C50683" w:rsidRPr="001E3628" w:rsidRDefault="00C50683" w:rsidP="00C50683">
      <w:pPr>
        <w:pStyle w:val="ae"/>
        <w:numPr>
          <w:ilvl w:val="0"/>
          <w:numId w:val="18"/>
        </w:numPr>
        <w:rPr>
          <w:b/>
        </w:rPr>
      </w:pPr>
      <w:r>
        <w:rPr>
          <w:b/>
        </w:rPr>
        <w:t xml:space="preserve">Код </w:t>
      </w:r>
      <w:r w:rsidRPr="0030299E">
        <w:rPr>
          <w:b/>
        </w:rPr>
        <w:t xml:space="preserve">статьи </w:t>
      </w:r>
      <w:r>
        <w:rPr>
          <w:b/>
        </w:rPr>
        <w:t>(а</w:t>
      </w:r>
      <w:r w:rsidRPr="001E3628">
        <w:rPr>
          <w:b/>
        </w:rPr>
        <w:t xml:space="preserve">трибут </w:t>
      </w:r>
      <w:proofErr w:type="spellStart"/>
      <w:r w:rsidRPr="0030299E">
        <w:rPr>
          <w:b/>
        </w:rPr>
        <w:t>statcode</w:t>
      </w:r>
      <w:proofErr w:type="spellEnd"/>
      <w:r w:rsidRPr="001E3628">
        <w:rPr>
          <w:b/>
        </w:rPr>
        <w:t>).</w:t>
      </w:r>
      <w:r>
        <w:rPr>
          <w:b/>
        </w:rPr>
        <w:t xml:space="preserve"> </w:t>
      </w:r>
      <w:r>
        <w:t>Длина атрибута равна 6 знакам.</w:t>
      </w:r>
    </w:p>
    <w:p w:rsidR="00C50683" w:rsidRDefault="00C50683" w:rsidP="00C50683">
      <w:pPr>
        <w:pStyle w:val="ae"/>
        <w:ind w:left="717" w:firstLine="0"/>
      </w:pPr>
      <w:r w:rsidRPr="00341289">
        <w:t xml:space="preserve">Например, если указать в запросе </w:t>
      </w:r>
      <w:hyperlink r:id="rId20" w:history="1">
        <w:r w:rsidR="008A2EC3" w:rsidRPr="00B12B19">
          <w:rPr>
            <w:rStyle w:val="a5"/>
          </w:rPr>
          <w:t>http://budget.gov.ru/epbs/registry/7710568760-KBKIST/data?filterstatcode=020201</w:t>
        </w:r>
      </w:hyperlink>
      <w:r w:rsidRPr="00341289">
        <w:t>, то в ответ получим только те записи</w:t>
      </w:r>
      <w:r>
        <w:t>, у которых в коде содержится «020201</w:t>
      </w:r>
      <w:r w:rsidRPr="00341289">
        <w:t xml:space="preserve">». </w:t>
      </w:r>
    </w:p>
    <w:p w:rsidR="00C50683" w:rsidRDefault="00C50683" w:rsidP="00C50683">
      <w:pPr>
        <w:pStyle w:val="ae"/>
        <w:numPr>
          <w:ilvl w:val="0"/>
          <w:numId w:val="18"/>
        </w:numPr>
        <w:rPr>
          <w:b/>
        </w:rPr>
      </w:pPr>
      <w:r w:rsidRPr="008E3685">
        <w:rPr>
          <w:b/>
        </w:rPr>
        <w:t>Код вида источников</w:t>
      </w:r>
      <w:r>
        <w:rPr>
          <w:b/>
        </w:rPr>
        <w:t xml:space="preserve"> (атрибут </w:t>
      </w:r>
      <w:proofErr w:type="spellStart"/>
      <w:r w:rsidRPr="008E3685">
        <w:rPr>
          <w:b/>
        </w:rPr>
        <w:t>sourcetypecode</w:t>
      </w:r>
      <w:proofErr w:type="spellEnd"/>
      <w:r>
        <w:rPr>
          <w:b/>
        </w:rPr>
        <w:t>)</w:t>
      </w:r>
      <w:r w:rsidRPr="008E3685">
        <w:t xml:space="preserve"> </w:t>
      </w:r>
      <w:r>
        <w:t>Длин</w:t>
      </w:r>
      <w:r w:rsidRPr="00341289">
        <w:t xml:space="preserve">а атрибута равна </w:t>
      </w:r>
      <w:r>
        <w:t>4</w:t>
      </w:r>
      <w:r w:rsidRPr="00341289">
        <w:t xml:space="preserve"> знакам</w:t>
      </w:r>
      <w:r>
        <w:t>.</w:t>
      </w:r>
    </w:p>
    <w:p w:rsidR="00C50683" w:rsidRPr="008E3685" w:rsidRDefault="00C50683" w:rsidP="00C50683">
      <w:pPr>
        <w:pStyle w:val="ae"/>
        <w:ind w:left="717" w:firstLine="0"/>
        <w:rPr>
          <w:b/>
        </w:rPr>
      </w:pPr>
      <w:r w:rsidRPr="00341289">
        <w:t xml:space="preserve">Например, если указать в запросе </w:t>
      </w:r>
      <w:hyperlink r:id="rId21" w:history="1">
        <w:r w:rsidR="008A2EC3" w:rsidRPr="00B12B19">
          <w:rPr>
            <w:rStyle w:val="a5"/>
          </w:rPr>
          <w:t>http://budget.gov.ru/epbs/registry/7710568760-KBKIST/data?filtersourcetypecode=000</w:t>
        </w:r>
      </w:hyperlink>
      <w:r w:rsidRPr="00341289">
        <w:t>, то в ответ получим только те записи</w:t>
      </w:r>
      <w:r>
        <w:t>, у которых в коде содержится «000</w:t>
      </w:r>
      <w:r w:rsidRPr="00341289">
        <w:t>».</w:t>
      </w:r>
    </w:p>
    <w:p w:rsidR="00C50683" w:rsidRPr="00341289" w:rsidRDefault="00F73215" w:rsidP="00C50683">
      <w:pPr>
        <w:pStyle w:val="ae"/>
        <w:numPr>
          <w:ilvl w:val="0"/>
          <w:numId w:val="18"/>
        </w:numPr>
      </w:pPr>
      <w:r>
        <w:rPr>
          <w:b/>
        </w:rPr>
        <w:t>Полное н</w:t>
      </w:r>
      <w:r w:rsidR="00C50683" w:rsidRPr="003564BB">
        <w:rPr>
          <w:b/>
        </w:rPr>
        <w:t>аименование</w:t>
      </w:r>
      <w:r w:rsidR="00C50683" w:rsidRPr="00341289">
        <w:t xml:space="preserve"> </w:t>
      </w:r>
      <w:r w:rsidR="00C50683" w:rsidRPr="00F73215">
        <w:rPr>
          <w:b/>
        </w:rPr>
        <w:t xml:space="preserve">(атрибут </w:t>
      </w:r>
      <w:proofErr w:type="spellStart"/>
      <w:r w:rsidRPr="00F73215">
        <w:rPr>
          <w:b/>
        </w:rPr>
        <w:t>fullname</w:t>
      </w:r>
      <w:proofErr w:type="spellEnd"/>
      <w:r w:rsidR="00C50683" w:rsidRPr="00F73215">
        <w:rPr>
          <w:b/>
        </w:rPr>
        <w:t>).</w:t>
      </w:r>
      <w:r w:rsidR="00C50683" w:rsidRPr="00341289">
        <w:t xml:space="preserve"> Например, если указать в запросе: </w:t>
      </w:r>
      <w:hyperlink r:id="rId22" w:history="1">
        <w:r w:rsidR="00306AD8" w:rsidRPr="009313A9">
          <w:rPr>
            <w:rStyle w:val="a5"/>
          </w:rPr>
          <w:t>http://budget.gov.ru/epbs/registry/7710568760-KBKIST/data?filter</w:t>
        </w:r>
        <w:proofErr w:type="spellStart"/>
        <w:r w:rsidR="00306AD8" w:rsidRPr="009313A9">
          <w:rPr>
            <w:rStyle w:val="a5"/>
            <w:lang w:val="en-US"/>
          </w:rPr>
          <w:t>fullname</w:t>
        </w:r>
        <w:r w:rsidR="00306AD8" w:rsidRPr="009313A9">
          <w:rPr>
            <w:rStyle w:val="a5"/>
          </w:rPr>
          <w:t>=внешнего</w:t>
        </w:r>
        <w:proofErr w:type="spellEnd"/>
      </w:hyperlink>
      <w:r w:rsidR="00C50683" w:rsidRPr="00341289">
        <w:t>, то в ответ получим только те записи, у которых в наименовании содержится «</w:t>
      </w:r>
      <w:r w:rsidR="00C50683">
        <w:t>внешнего</w:t>
      </w:r>
      <w:r w:rsidR="00C50683" w:rsidRPr="00341289">
        <w:t>».</w:t>
      </w:r>
    </w:p>
    <w:p w:rsidR="00C50683" w:rsidRPr="00341289" w:rsidRDefault="00C50683" w:rsidP="00C50683">
      <w:pPr>
        <w:numPr>
          <w:ilvl w:val="0"/>
          <w:numId w:val="18"/>
        </w:numPr>
        <w:jc w:val="left"/>
      </w:pPr>
      <w:r w:rsidRPr="003564BB">
        <w:rPr>
          <w:b/>
        </w:rPr>
        <w:t>Статус записи</w:t>
      </w:r>
      <w:r w:rsidRPr="00341289">
        <w:t xml:space="preserve"> </w:t>
      </w:r>
      <w:r w:rsidRPr="005F7916">
        <w:rPr>
          <w:b/>
        </w:rPr>
        <w:t xml:space="preserve">(атрибут </w:t>
      </w:r>
      <w:proofErr w:type="spellStart"/>
      <w:r w:rsidRPr="005F7916">
        <w:rPr>
          <w:b/>
        </w:rPr>
        <w:t>Status</w:t>
      </w:r>
      <w:proofErr w:type="spellEnd"/>
      <w:r w:rsidRPr="00341289">
        <w:t xml:space="preserve">). Например, если указать в запросе: </w:t>
      </w:r>
      <w:hyperlink r:id="rId23" w:history="1">
        <w:r w:rsidRPr="009313A9">
          <w:rPr>
            <w:rStyle w:val="a5"/>
          </w:rPr>
          <w:t>http://budget.gov.ru/epbs/registry/7710568760-KBKIST/data?filte</w:t>
        </w:r>
        <w:r w:rsidRPr="009313A9">
          <w:rPr>
            <w:rStyle w:val="a5"/>
            <w:lang w:val="en-US"/>
          </w:rPr>
          <w:t>r</w:t>
        </w:r>
        <w:proofErr w:type="spellStart"/>
        <w:r w:rsidRPr="009313A9">
          <w:rPr>
            <w:rStyle w:val="a5"/>
          </w:rPr>
          <w:t>status=ACTIVE</w:t>
        </w:r>
        <w:proofErr w:type="spellEnd"/>
      </w:hyperlink>
      <w:r w:rsidRPr="00341289">
        <w:t>, то в ответ получим только актуальные записи.</w:t>
      </w:r>
    </w:p>
    <w:p w:rsidR="00C50683" w:rsidRPr="00341289" w:rsidRDefault="00C50683" w:rsidP="00C50683">
      <w:pPr>
        <w:numPr>
          <w:ilvl w:val="0"/>
          <w:numId w:val="18"/>
        </w:numPr>
        <w:jc w:val="left"/>
      </w:pPr>
      <w:r w:rsidRPr="003564BB">
        <w:rPr>
          <w:b/>
        </w:rPr>
        <w:t>Дата загрузки (выгрузки) на ЕПБС</w:t>
      </w:r>
      <w:r w:rsidRPr="00341289">
        <w:t xml:space="preserve"> (атрибут </w:t>
      </w:r>
      <w:proofErr w:type="spellStart"/>
      <w:r w:rsidRPr="00341289">
        <w:t>loaddate</w:t>
      </w:r>
      <w:proofErr w:type="spellEnd"/>
      <w:r w:rsidRPr="00341289">
        <w:t xml:space="preserve">, </w:t>
      </w:r>
      <w:proofErr w:type="spellStart"/>
      <w:r w:rsidRPr="00341289">
        <w:t>filedate</w:t>
      </w:r>
      <w:proofErr w:type="spellEnd"/>
      <w:r w:rsidRPr="00341289">
        <w:t xml:space="preserve">). </w:t>
      </w:r>
    </w:p>
    <w:p w:rsidR="00C50683" w:rsidRPr="00341289" w:rsidRDefault="00C50683" w:rsidP="00C50683">
      <w:pPr>
        <w:ind w:left="717" w:firstLine="0"/>
        <w:jc w:val="left"/>
      </w:pPr>
      <w:r w:rsidRPr="00341289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C50683" w:rsidRPr="00341289" w:rsidRDefault="00C50683" w:rsidP="00C50683">
      <w:pPr>
        <w:ind w:left="717" w:firstLine="0"/>
        <w:jc w:val="left"/>
      </w:pPr>
      <w:r w:rsidRPr="00341289">
        <w:t xml:space="preserve">Например, если указать в запросе </w:t>
      </w:r>
      <w:hyperlink r:id="rId24" w:history="1">
        <w:r w:rsidRPr="009313A9">
          <w:rPr>
            <w:rStyle w:val="a5"/>
          </w:rPr>
          <w:t>http://budget.gov.ru/epbs/registry/7710568760-KBKIST/data?filterminloaddate=27.01.2016</w:t>
        </w:r>
      </w:hyperlink>
      <w:r w:rsidRPr="00341289">
        <w:t xml:space="preserve">, то результатом запроса будут записи, загруженные (обновленные) на ЕПБС с 27.01.2016. </w:t>
      </w:r>
    </w:p>
    <w:p w:rsidR="00C50683" w:rsidRPr="00341289" w:rsidRDefault="00C50683" w:rsidP="00C50683">
      <w:pPr>
        <w:ind w:left="717" w:firstLine="0"/>
        <w:jc w:val="left"/>
      </w:pPr>
      <w:r w:rsidRPr="00341289">
        <w:t xml:space="preserve">Если указать в запросе  </w:t>
      </w:r>
      <w:hyperlink r:id="rId25" w:history="1">
        <w:r w:rsidRPr="009313A9">
          <w:rPr>
            <w:rStyle w:val="a5"/>
          </w:rPr>
          <w:t>http://budget.gov.ru/epbs/registry/7710568760-KBKIST/data?filtermaxloaddate=05.02.2016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по 05.02.2016.</w:t>
      </w:r>
    </w:p>
    <w:p w:rsidR="00C50683" w:rsidRPr="00341289" w:rsidRDefault="00C50683" w:rsidP="00C50683">
      <w:pPr>
        <w:ind w:left="717" w:firstLine="0"/>
        <w:jc w:val="left"/>
      </w:pPr>
      <w:r w:rsidRPr="00341289">
        <w:t xml:space="preserve">Если указать в запросе  </w:t>
      </w:r>
      <w:hyperlink r:id="rId26" w:history="1">
        <w:r w:rsidR="00FF65BD" w:rsidRPr="00D13117">
          <w:rPr>
            <w:rStyle w:val="a5"/>
          </w:rPr>
          <w:t>http://budget.gov.ru/epbs/registry/7710568760-KBKIST/data?filterminloaddate=27.01.2016&amp;filtermaxloaddate=05.02.2016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в диапазоне указанных дат.</w:t>
      </w:r>
    </w:p>
    <w:p w:rsidR="00142117" w:rsidRPr="00C50683" w:rsidRDefault="00142117" w:rsidP="00142117"/>
    <w:p w:rsidR="004B2C01" w:rsidRPr="00341289" w:rsidRDefault="004B2C01" w:rsidP="00652F42">
      <w:pPr>
        <w:pStyle w:val="10"/>
      </w:pPr>
      <w:bookmarkStart w:id="6" w:name="_Toc455665614"/>
      <w:r w:rsidRPr="00341289">
        <w:lastRenderedPageBreak/>
        <w:t>Лист регистрации изменений</w:t>
      </w:r>
      <w:bookmarkEnd w:id="4"/>
      <w:bookmarkEnd w:id="5"/>
      <w:bookmarkEnd w:id="6"/>
    </w:p>
    <w:p w:rsidR="00527F34" w:rsidRPr="00341289" w:rsidRDefault="004B2C01" w:rsidP="004B2C01">
      <w:pPr>
        <w:jc w:val="left"/>
      </w:pPr>
      <w:r w:rsidRPr="00341289">
        <w:t xml:space="preserve">В </w:t>
      </w:r>
      <w:r w:rsidRPr="00341289">
        <w:rPr>
          <w:lang w:val="en-US"/>
        </w:rPr>
        <w:t>API</w:t>
      </w:r>
      <w:r w:rsidRPr="00341289">
        <w:t xml:space="preserve">-интерфейсе атрибут </w:t>
      </w:r>
      <w:proofErr w:type="spellStart"/>
      <w:r w:rsidRPr="00341289">
        <w:t>version</w:t>
      </w:r>
      <w:proofErr w:type="spellEnd"/>
      <w:r w:rsidRPr="00341289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341289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E71A98" w:rsidRPr="006030B3" w:rsidTr="001B2C9D">
        <w:trPr>
          <w:trHeight w:val="399"/>
        </w:trPr>
        <w:tc>
          <w:tcPr>
            <w:tcW w:w="745" w:type="pct"/>
          </w:tcPr>
          <w:p w:rsidR="00E71A98" w:rsidRPr="0082565D" w:rsidRDefault="00E71A98" w:rsidP="00C56C8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E71A98" w:rsidRPr="00341289" w:rsidRDefault="00E71A98" w:rsidP="00C56C8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E71A98" w:rsidRPr="00CE128E" w:rsidRDefault="00E71A98" w:rsidP="00C56C8C">
            <w:pPr>
              <w:pStyle w:val="a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Справочник размещен на ЕПБС</w:t>
            </w:r>
          </w:p>
        </w:tc>
      </w:tr>
    </w:tbl>
    <w:p w:rsidR="002C5846" w:rsidRPr="00722D2D" w:rsidRDefault="002C5846" w:rsidP="008B781B">
      <w:pPr>
        <w:ind w:firstLine="0"/>
      </w:pPr>
    </w:p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004525"/>
    <w:multiLevelType w:val="hybridMultilevel"/>
    <w:tmpl w:val="D026C14A"/>
    <w:lvl w:ilvl="0" w:tplc="1ED66BE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2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18"/>
  </w:num>
  <w:num w:numId="26">
    <w:abstractNumId w:val="13"/>
  </w:num>
  <w:num w:numId="27">
    <w:abstractNumId w:val="21"/>
  </w:num>
  <w:num w:numId="28">
    <w:abstractNumId w:val="22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42423"/>
    <w:rsid w:val="000F484F"/>
    <w:rsid w:val="00115397"/>
    <w:rsid w:val="0012259F"/>
    <w:rsid w:val="0012439B"/>
    <w:rsid w:val="0013192A"/>
    <w:rsid w:val="00142117"/>
    <w:rsid w:val="001571F7"/>
    <w:rsid w:val="00197D60"/>
    <w:rsid w:val="001A04C4"/>
    <w:rsid w:val="001A19C2"/>
    <w:rsid w:val="001A6A32"/>
    <w:rsid w:val="001B2C9D"/>
    <w:rsid w:val="001E2DF6"/>
    <w:rsid w:val="002013E3"/>
    <w:rsid w:val="00210727"/>
    <w:rsid w:val="002865EF"/>
    <w:rsid w:val="00295623"/>
    <w:rsid w:val="002B59EE"/>
    <w:rsid w:val="002C5846"/>
    <w:rsid w:val="002F2EE8"/>
    <w:rsid w:val="00306AD8"/>
    <w:rsid w:val="003112E2"/>
    <w:rsid w:val="003308BD"/>
    <w:rsid w:val="003339F7"/>
    <w:rsid w:val="00341289"/>
    <w:rsid w:val="003564BB"/>
    <w:rsid w:val="0037799E"/>
    <w:rsid w:val="00387826"/>
    <w:rsid w:val="003E3663"/>
    <w:rsid w:val="004B2C01"/>
    <w:rsid w:val="004B7155"/>
    <w:rsid w:val="004D460F"/>
    <w:rsid w:val="004D6654"/>
    <w:rsid w:val="00527F34"/>
    <w:rsid w:val="005410E3"/>
    <w:rsid w:val="00561B5E"/>
    <w:rsid w:val="0056564C"/>
    <w:rsid w:val="006309E8"/>
    <w:rsid w:val="00646570"/>
    <w:rsid w:val="0065134D"/>
    <w:rsid w:val="00652F42"/>
    <w:rsid w:val="0068563C"/>
    <w:rsid w:val="006C3FFC"/>
    <w:rsid w:val="00721547"/>
    <w:rsid w:val="00721A66"/>
    <w:rsid w:val="00722D2D"/>
    <w:rsid w:val="00734F65"/>
    <w:rsid w:val="00743434"/>
    <w:rsid w:val="00771D0E"/>
    <w:rsid w:val="007B7B0C"/>
    <w:rsid w:val="007C3921"/>
    <w:rsid w:val="0086062B"/>
    <w:rsid w:val="008722CA"/>
    <w:rsid w:val="00893E3D"/>
    <w:rsid w:val="008A2EC3"/>
    <w:rsid w:val="008B781B"/>
    <w:rsid w:val="008D4FCF"/>
    <w:rsid w:val="009112BC"/>
    <w:rsid w:val="00925C6B"/>
    <w:rsid w:val="00931E7E"/>
    <w:rsid w:val="009515CE"/>
    <w:rsid w:val="00971A0B"/>
    <w:rsid w:val="009B7E5D"/>
    <w:rsid w:val="009C19F6"/>
    <w:rsid w:val="009C2844"/>
    <w:rsid w:val="009F3148"/>
    <w:rsid w:val="00A33B27"/>
    <w:rsid w:val="00A71CE6"/>
    <w:rsid w:val="00AA3793"/>
    <w:rsid w:val="00AD58EB"/>
    <w:rsid w:val="00AF60CE"/>
    <w:rsid w:val="00B12C61"/>
    <w:rsid w:val="00B4048F"/>
    <w:rsid w:val="00B42D3F"/>
    <w:rsid w:val="00B66C26"/>
    <w:rsid w:val="00B74EE9"/>
    <w:rsid w:val="00BA0188"/>
    <w:rsid w:val="00BA12A3"/>
    <w:rsid w:val="00BD0EE3"/>
    <w:rsid w:val="00BD46F3"/>
    <w:rsid w:val="00BE34F0"/>
    <w:rsid w:val="00C12DF4"/>
    <w:rsid w:val="00C160E4"/>
    <w:rsid w:val="00C22CB6"/>
    <w:rsid w:val="00C34859"/>
    <w:rsid w:val="00C402BC"/>
    <w:rsid w:val="00C47B7F"/>
    <w:rsid w:val="00C50683"/>
    <w:rsid w:val="00C93D6D"/>
    <w:rsid w:val="00CB3CB2"/>
    <w:rsid w:val="00CC1BF6"/>
    <w:rsid w:val="00CD7351"/>
    <w:rsid w:val="00CE128E"/>
    <w:rsid w:val="00DA41C0"/>
    <w:rsid w:val="00DC5C7D"/>
    <w:rsid w:val="00DD582E"/>
    <w:rsid w:val="00DD6E73"/>
    <w:rsid w:val="00DE60B5"/>
    <w:rsid w:val="00E534C5"/>
    <w:rsid w:val="00E71A98"/>
    <w:rsid w:val="00E92BEE"/>
    <w:rsid w:val="00ED5067"/>
    <w:rsid w:val="00EE01E2"/>
    <w:rsid w:val="00EE450F"/>
    <w:rsid w:val="00F053E6"/>
    <w:rsid w:val="00F22E2D"/>
    <w:rsid w:val="00F63885"/>
    <w:rsid w:val="00F73215"/>
    <w:rsid w:val="00F95178"/>
    <w:rsid w:val="00FF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7F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1,h1,H1,app heading 1,ITT t1,II+,I,H11,H12,H13,H14,H15,H16,H17,H18,...,Заголов,Çàãîëîâ,ch,Глава,(раздел),Section 1.0,Part,Heading for Top Section,H111,H121,H131,H141,H151,H161,H171,H19,H112,H122,H132,H142,H152,H162,H172,H181"/>
    <w:basedOn w:val="a"/>
    <w:next w:val="a"/>
    <w:link w:val="11"/>
    <w:qFormat/>
    <w:rsid w:val="00C47B7F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h2,2,Heading 2 Hidden,CHS,H2-Heading 2,l2,Header2,22,heading2,li...,Section 1.1,Main Heading,Bold 14,L2,list2,A,A.B.C.,list 2,Heading2,Heading Indent No L2,UNDERRUBRIK 1-2,Fonctionnalité,Titre 21,t2.T2,Table2,ITT t2,H2-Heading 21,Header 2"/>
    <w:basedOn w:val="a"/>
    <w:next w:val="a"/>
    <w:link w:val="21"/>
    <w:qFormat/>
    <w:rsid w:val="00C47B7F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,Minor,_EB_"/>
    <w:basedOn w:val="a"/>
    <w:next w:val="a"/>
    <w:link w:val="31"/>
    <w:qFormat/>
    <w:rsid w:val="00C47B7F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aliases w:val="h4,First Subheading,4,I4,l4,heading4,I41,41,l41,heading41,(Shift Ctrl 4),Titre 41,t4.T4,4heading,a.,4 dash,d,4 dash1,d1,31,h41,a.1,4 dash2,d2,32,h42,a.2,4 dash3,d3,33,h43,a.3,4 dash4,d4,34,h44,a.4,Sub sub heading,4 dash5,d5,35,h45,a.5,H4,h:4"/>
    <w:basedOn w:val="a"/>
    <w:next w:val="a"/>
    <w:link w:val="41"/>
    <w:qFormat/>
    <w:rsid w:val="00C47B7F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aliases w:val="Заг 2,H5,PIM 5,5,ITT t5,PA Pico Section,Bold/Italics,Roman list,h5,Roman list1,Roman list2,Roman list11,Roman list3,Roman list12,Roman list21,Roman list111,_EB_5,Gliederung5,heading 5,_EB_Заголовок 5,Заголовок oglavlenie"/>
    <w:basedOn w:val="a"/>
    <w:next w:val="a"/>
    <w:link w:val="50"/>
    <w:qFormat/>
    <w:rsid w:val="00C47B7F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C47B7F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47B7F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Çàãîëîâ Знак,ch Знак,Глава Знак,(раздел)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H2 Знак,h2 Знак,2 Знак,Heading 2 Hidden Знак,CHS Знак,H2-Heading 2 Знак,l2 Знак,Header2 Знак,22 Знак,heading2 Знак,li... Знак,Section 1.1 Знак,Main Heading Знак,Bold 14 Знак,L2 Знак,list2 Знак,A Знак,A.B.C. Знак,list 2 Знак,t2.T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h4 Знак,First Subheading Знак,4 Знак,I4 Знак,l4 Знак,heading4 Знак,I41 Знак,41 Знак,l41 Знак,heading41 Знак,(Shift Ctrl 4) Знак,Titre 41 Знак,t4.T4 Знак,4heading Знак,a. Знак,4 dash Знак,d Знак,4 dash1 Знак,d1 Знак,31 Знак,h41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aliases w:val="Заг 2 Знак,H5 Знак,PIM 5 Знак,5 Знак,ITT t5 Знак,PA Pico Section Знак,Bold/Italics Знак,Roman list Знак,h5 Знак,Roman list1 Знак,Roman list2 Знак,Roman list11 Знак,Roman list3 Знак,Roman list12 Знак,Roman list21 Знак,Roman list111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C47B7F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C47B7F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C47B7F"/>
    <w:pPr>
      <w:ind w:firstLine="0"/>
    </w:pPr>
  </w:style>
  <w:style w:type="paragraph" w:customStyle="1" w:styleId="aa">
    <w:name w:val="Скрипт_Код"/>
    <w:basedOn w:val="a"/>
    <w:rsid w:val="00C47B7F"/>
    <w:rPr>
      <w:rFonts w:ascii="Courier New" w:hAnsi="Courier New" w:cs="Courier New"/>
    </w:rPr>
  </w:style>
  <w:style w:type="character" w:customStyle="1" w:styleId="ab">
    <w:name w:val="Файл_Путь"/>
    <w:basedOn w:val="a0"/>
    <w:rsid w:val="00C47B7F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C47B7F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C47B7F"/>
    <w:rPr>
      <w:i/>
      <w:color w:val="0000FF"/>
    </w:rPr>
  </w:style>
  <w:style w:type="paragraph" w:customStyle="1" w:styleId="32">
    <w:name w:val="Подзаголовок_3"/>
    <w:basedOn w:val="30"/>
    <w:rsid w:val="00C47B7F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C47B7F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C47B7F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C47B7F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C47B7F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KBKIST/data?pageSize=10" TargetMode="External"/><Relationship Id="rId13" Type="http://schemas.openxmlformats.org/officeDocument/2006/relationships/hyperlink" Target="http://budget.gov.ru/epbs/registry/7710568760-KBKIST/data?sortField=code" TargetMode="External"/><Relationship Id="rId18" Type="http://schemas.openxmlformats.org/officeDocument/2006/relationships/hyperlink" Target="http://budget.gov.ru/epbs/registry/7710568760-KBKIST/data?filterglavacode=092" TargetMode="External"/><Relationship Id="rId26" Type="http://schemas.openxmlformats.org/officeDocument/2006/relationships/hyperlink" Target="http://budget.gov.ru/epbs/registry/7710568760-KBKIST/data?filterminloaddate=27.01.2016&amp;filtermaxloaddate=05.02.2016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IST/data?filtersourcetypecode=000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KBKIST/data?pageSize=1000&amp;offset=100" TargetMode="External"/><Relationship Id="rId17" Type="http://schemas.openxmlformats.org/officeDocument/2006/relationships/hyperlink" Target="http://budget.gov.ru/epbs/registry/7710568760-KBKIST/data?filtercode=___116______________" TargetMode="External"/><Relationship Id="rId25" Type="http://schemas.openxmlformats.org/officeDocument/2006/relationships/hyperlink" Target="http://budget.gov.ru/epbs/registry/7710568760-KBKIST/data?filtermaxloaddate=05.02.2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DOHOD/data?filtercode=116" TargetMode="External"/><Relationship Id="rId20" Type="http://schemas.openxmlformats.org/officeDocument/2006/relationships/hyperlink" Target="http://budget.gov.ru/epbs/registry/7710568760-KBKIST/data?filterstatcode=02020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KBKIST/data?offset=100" TargetMode="External"/><Relationship Id="rId24" Type="http://schemas.openxmlformats.org/officeDocument/2006/relationships/hyperlink" Target="http://budget.gov.ru/epbs/registry/7710568760-KBKIST/data?filterminloaddate=27.01.2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KBKIST/data?sortField=code&amp;sortDir=asc" TargetMode="External"/><Relationship Id="rId23" Type="http://schemas.openxmlformats.org/officeDocument/2006/relationships/hyperlink" Target="http://budget.gov.ru/epbs/registry/7710568760-KBKIST/data?filterstatus=ACTIV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udget.gov.ru/epbs/registry/7710568760-KBKIST/data?pageNum=2" TargetMode="External"/><Relationship Id="rId19" Type="http://schemas.openxmlformats.org/officeDocument/2006/relationships/hyperlink" Target="http://budget.gov.ru/epbs/registry/7710568760-KBKIST/data?filtergroupcode=010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KBKIST/data?pageSize=100" TargetMode="External"/><Relationship Id="rId14" Type="http://schemas.openxmlformats.org/officeDocument/2006/relationships/hyperlink" Target="http://budget.gov.ru/epbs/registry/7710568760-KBKIST/data?sortField=code&amp;sortDir=desc" TargetMode="External"/><Relationship Id="rId22" Type="http://schemas.openxmlformats.org/officeDocument/2006/relationships/hyperlink" Target="http://budget.gov.ru/epbs/registry/7710568760-KBKIST/data?filterfullname=&#1074;&#1085;&#1077;&#1096;&#1085;&#1077;&#1075;&#1086;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FA69F-EFDC-4821-BC9F-BF61EDC1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9</TotalTime>
  <Pages>4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15</cp:revision>
  <dcterms:created xsi:type="dcterms:W3CDTF">2016-07-07T11:47:00Z</dcterms:created>
  <dcterms:modified xsi:type="dcterms:W3CDTF">2016-08-30T12:39:00Z</dcterms:modified>
</cp:coreProperties>
</file>